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4DBD" w14:textId="77777777" w:rsidR="00085AD6" w:rsidRPr="00085AD6" w:rsidRDefault="00085AD6" w:rsidP="00085AD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85AD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 xml:space="preserve">Severe acute respiratory syndrome coronavirus 2 isolate SARS-CoV-2/human/PRI/PR-UPRRP-5831/2022 ORF1ab polyprotein (ORF1ab), ORF1a polyprotein (ORF1ab), surface glycoprotein (S), ORF3a protein (ORF3a), envelope protein (E), membrane glycoprotein (M), ORF6 </w:t>
      </w:r>
      <w:proofErr w:type="spellStart"/>
      <w:r w:rsidRPr="00085AD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prot.</w:t>
      </w:r>
      <w:proofErr w:type="spellEnd"/>
      <w:r w:rsidRPr="00085AD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..</w:t>
      </w:r>
    </w:p>
    <w:p w14:paraId="65991A42" w14:textId="77777777" w:rsidR="00085AD6" w:rsidRPr="00085AD6" w:rsidRDefault="00085AD6" w:rsidP="00085AD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t>GenBank: ON928945.1</w:t>
      </w:r>
    </w:p>
    <w:p w14:paraId="3D914492" w14:textId="77777777" w:rsidR="00085AD6" w:rsidRPr="00085AD6" w:rsidRDefault="00085AD6" w:rsidP="00085AD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"https://www.ncbi.nlm.nih.gov/nuccore/ON928945.1?report=fasta" </w:instrText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85AD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"https://www.ncbi.nlm.nih.gov/nuccore/ON928945.1?report=graph" </w:instrText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85AD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45.1"/>
    <w:bookmarkEnd w:id="1"/>
    <w:p w14:paraId="090072C7" w14:textId="77777777" w:rsidR="00085AD6" w:rsidRPr="00085AD6" w:rsidRDefault="00085AD6" w:rsidP="00085AD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"https://www.ncbi.nlm.nih.gov/nuccore/ON928945.1?expand-gaps=on" \l "goto2264336272_0" </w:instrText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85AD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85AD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13FF8A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LOCUS       ON928945               29729 bp    RNA     linear   VRL 06-JUL-2022</w:t>
      </w:r>
    </w:p>
    <w:p w14:paraId="3E343A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74C2789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SARS-CoV-2/human/PRI/PR-UPRRP-5831/2022 ORF1ab polyprotein</w:t>
      </w:r>
    </w:p>
    <w:p w14:paraId="6399FA7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529D85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15D047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880AC3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B5C48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E4F59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ACCESSION   ON928945</w:t>
      </w:r>
    </w:p>
    <w:p w14:paraId="652619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VERSION     ON928945.1</w:t>
      </w:r>
    </w:p>
    <w:p w14:paraId="01AAC70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0FA28C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05F03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DE3A3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686C129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512170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20B3E1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bases 1 to 29729)</w:t>
      </w:r>
    </w:p>
    <w:p w14:paraId="345ACA0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Belleghem,S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Papa,R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Planas,S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Ortiz,Y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Zenon,C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., Cora</w:t>
      </w:r>
    </w:p>
    <w:p w14:paraId="1A066E1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Huertas,L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, Candelaria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Velez,I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Cruz,M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Rodriguez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Orengo,J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3BAAE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Godoy,F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, Carlos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Velez,J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 and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Sariol,C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BBE2F3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3A26505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AE5AB2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bases 1 to 29729)</w:t>
      </w:r>
    </w:p>
    <w:p w14:paraId="07E470F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Belleghem,S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Papa,R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Planas,S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Ortiz,Y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Zenon,C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., Cora</w:t>
      </w:r>
    </w:p>
    <w:p w14:paraId="61CF17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Huertas,L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, Candelaria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Velez,I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Cruz,M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., Rodriguez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Orengo,J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0C2FD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Godoy,F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, Carlos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Velez,J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. and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Sariol,C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38D95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9A684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RIco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, Ave</w:t>
      </w:r>
    </w:p>
    <w:p w14:paraId="643797D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3C9210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45.1"/>
      <w:bookmarkEnd w:id="2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60497B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: DRAGEN Genome Pipeline - Illumina v.</w:t>
      </w:r>
    </w:p>
    <w:p w14:paraId="493CBAE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9DAA94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: Illumina</w:t>
      </w:r>
    </w:p>
    <w:p w14:paraId="149BCFB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87CAD0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45.1"/>
      <w:bookmarkEnd w:id="3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20677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29729</w:t>
      </w:r>
    </w:p>
    <w:p w14:paraId="6D18C0D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69A9D61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87D56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7D12931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/isolate="SARS-CoV-2/human/PRI/PR-UPRRP-5831/2022"</w:t>
      </w:r>
    </w:p>
    <w:p w14:paraId="4CA23F9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="oral swab"</w:t>
      </w:r>
    </w:p>
    <w:p w14:paraId="076F248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DDA301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74517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77659A3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="2022-04-02"</w:t>
      </w:r>
    </w:p>
    <w:p w14:paraId="0FDA305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"https://www.ncbi.nlm.nih.gov/nuccore/ON928945.1?from=212&amp;to=21492"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21492</w:t>
      </w:r>
    </w:p>
    <w:p w14:paraId="407D0C9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7C8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"https://www.ncbi.nlm.nih.gov/nuccore/ON928945.1?location=212:13405,13405:21492"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212..13405,13405..21492)</w:t>
      </w:r>
    </w:p>
    <w:p w14:paraId="7AB0EED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68D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0C1C71D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A486FD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7F86FE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UTB53404.1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EA3CC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52B415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7586C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2C0960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4754B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888EA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78DE0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E1C2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E730B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4530F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74C5C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D35C5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8A970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CCFBE9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FLEGETLPTEVLTEEVVLKTGDLQPLEQPTSEAVEAPLVGTPVCINGLMLLEIKDTEN</w:t>
      </w:r>
    </w:p>
    <w:p w14:paraId="28CF1CF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2C970A7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CSAYTVELGTEVNEFACVVADAVIKTLQPVSELLIPLGIDLDEWSMATYYLFDESGEF</w:t>
      </w:r>
    </w:p>
    <w:p w14:paraId="3979762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3B6D13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843DE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46F5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3E2C0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42C995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041F7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F37BED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A046A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C3F9C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52BB4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E6BD0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ED83A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CE0E25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A588F7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85340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IPCTCGKQATKYLVQQESPFVMMSAPPAQYELKHGTFTCASEYTGNYQFGHYKHITSK</w:t>
      </w:r>
    </w:p>
    <w:p w14:paraId="7B29E24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0DADA2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F080C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8863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26B5FB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C43A7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A8A3A4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3EA43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D1E2F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A139AB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D22BAB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862CC3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1410EA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7DC111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0891C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729EA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E0AB3F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BA7EEB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47DBB5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7689092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23092A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C77E6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ED51B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09A362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71BC28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4F0322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LWLDDVVYCPRHVICTSEDMLNPNYEDLLIRKSNXNXLVQAXXVQLRVIGHSMQNCVL</w:t>
      </w:r>
    </w:p>
    <w:p w14:paraId="4651E6D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KLKVDTAXXXXXXXXXXXIQPGQTFSVLACYNGSPSGVYQCAMRHNFTIKGSFLNGSC</w:t>
      </w:r>
    </w:p>
    <w:p w14:paraId="4F12DCD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1AE15A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E820F7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E9954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B580C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BEE036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504942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BB475E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51D1C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8DC44A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541A94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30906D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C58BA2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EA45A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07F0F8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584860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817041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6052F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00D5EF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NLIDSYFVVKRHTFSNYQHEETIYNLLKDCPAVVKHDFFKFRIDGDMVPHISRQRLTK</w:t>
      </w:r>
    </w:p>
    <w:p w14:paraId="3C01BDF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9E287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286447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3FDD5F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C0514F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A01BA6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F5881C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1781F1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84C8C3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BAD01C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72A5E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F8B5AE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02AB92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20D6B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7E2DE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57FCA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27574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F0856B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DF4CCC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361EF8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F2DD43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1C3356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88CB3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8D498E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EFADFB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965246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831803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E10BC2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30F46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C0667C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CC914E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9342E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71FBCC5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3DA3D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XXXXSLWVYKQFDTYNLWNTFTRLQSLENVAFNVVNKGHFDGQQGEVPVSIINNTVYT</w:t>
      </w:r>
    </w:p>
    <w:p w14:paraId="4685B8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2F5DBC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CFE0D1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948AEA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46116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B9DCB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F918B6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D9CFB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A629F5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48837B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8CEDA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29A706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"https://www.ncbi.nlm.nih.gov/protein/UTB53404.1?from=1&amp;to=180"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79D604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8A504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359F3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"https://www.ncbi.nlm.nih.gov/protein/UTB53404.1?from=181&amp;to=818"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3729AD0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E02AF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6DDAA9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"https://www.ncbi.nlm.nih.gov/protein/UTB53404.1?from=819&amp;to=2763"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8500</w:t>
      </w:r>
    </w:p>
    <w:p w14:paraId="70E525C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86BB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78119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"https://www.ncbi.nlm.nih.gov/protein/UTB53404.1?from=2764&amp;to=3263"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8501..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10000</w:t>
      </w:r>
    </w:p>
    <w:p w14:paraId="5547686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C36C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4DDBC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"https://www.ncbi.nlm.nih.gov/protein/UTB53404.1?from=3264&amp;to=3569"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10001..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10918</w:t>
      </w:r>
    </w:p>
    <w:p w14:paraId="04F4AA8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E92A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8BC39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"https://www.ncbi.nlm.nih.gov/protein/UTB53404.1?from=3570&amp;to=3856"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10919..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11779</w:t>
      </w:r>
    </w:p>
    <w:p w14:paraId="7CDB4BE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C954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BF8422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"https://www.ncbi.nlm.nih.gov/protein/UTB53404.1?from=3857&amp;to=3939"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11780..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12028</w:t>
      </w:r>
    </w:p>
    <w:p w14:paraId="4E0DA45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6641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EB7F3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"https://www.ncbi.nlm.nih.gov/protein/UTB53404.1?from=3940&amp;to=4137"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12029..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12622</w:t>
      </w:r>
    </w:p>
    <w:p w14:paraId="5A7BAE4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8CEA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7CAAB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"https://www.ncbi.nlm.nih.gov/protein/UTB53404.1?from=4138&amp;to=4250"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12623..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12961</w:t>
      </w:r>
    </w:p>
    <w:p w14:paraId="3EAF1F3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CE22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8E0C2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"https://www.ncbi.nlm.nih.gov/protein/UTB53404.1?from=4251&amp;to=4389"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12962..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13378</w:t>
      </w:r>
    </w:p>
    <w:p w14:paraId="1B75F1C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9AB4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1BB7A0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"https://www.ncbi.nlm.nih.gov/protein/UTB53404.1?from=4390&amp;to=5321"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13379..13405,13405..16173)</w:t>
      </w:r>
    </w:p>
    <w:p w14:paraId="20467A0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50E1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4B9E87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"https://www.ncbi.nlm.nih.gov/protein/UTB53404.1?from=5322&amp;to=5922"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16174..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17976</w:t>
      </w:r>
    </w:p>
    <w:p w14:paraId="6B16DB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267C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2551D1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"https://www.ncbi.nlm.nih.gov/protein/UTB53404.1?from=5923&amp;to=6449"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17977..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19557</w:t>
      </w:r>
    </w:p>
    <w:p w14:paraId="764980E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2E25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11843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"https://www.ncbi.nlm.nih.gov/protein/UTB53404.1?from=6450&amp;to=6795"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19558..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20595</w:t>
      </w:r>
    </w:p>
    <w:p w14:paraId="6609E16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19522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71C0A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"https://www.ncbi.nlm.nih.gov/protein/UTB53404.1?from=6796&amp;to=7093"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20596..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21489</w:t>
      </w:r>
    </w:p>
    <w:p w14:paraId="78F833E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ED487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E00F13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"https://www.ncbi.nlm.nih.gov/nuccore/ON928945.1?from=212&amp;to=13420"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13420</w:t>
      </w:r>
    </w:p>
    <w:p w14:paraId="0531AB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FAB9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187109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594E61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"https://www.ncbi.nlm.nih.gov/protein/2264336274"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UTB53405.1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4C141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AC7DD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6585B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AC69B3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03C49A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E2042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C705E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39E9F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D1CF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1BA79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19F8C6C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EDF33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E977C2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83175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FLEGETLPTEVLTEEVVLKTGDLQPLEQPTSEAVEAPLVGTPVCINGLMLLEIKDTEN</w:t>
      </w:r>
    </w:p>
    <w:p w14:paraId="04228A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C2123F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CSAYTVELGTEVNEFACVVADAVIKTLQPVSELLIPLGIDLDEWSMATYYLFDESGEF</w:t>
      </w:r>
    </w:p>
    <w:p w14:paraId="5E6E5D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AFB5C6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813B4B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0831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5E4E1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E59F9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29482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AC15B7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DE4AD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8E99F8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98CE5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230951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CD4FAC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A6B46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63F87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408CC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IPCTCGKQATKYLVQQESPFVMMSAPPAQYELKHGTFTCASEYTGNYQFGHYKHITSK</w:t>
      </w:r>
    </w:p>
    <w:p w14:paraId="506699E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2BB97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76F60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CA392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002EC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80EF09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031A7F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050B3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88C131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0C48E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F98D33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4EC13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B75DB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8923C1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D185B0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A69147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C436C9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1AA397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A6A9AA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56BC33E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0D206EC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04688C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CFB2FB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B63248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57D11B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A1DFFE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LWLDDVVYCPRHVICTSEDMLNPNYEDLLIRKSNXNXLVQAXXVQLRVIGHSMQNCVL</w:t>
      </w:r>
    </w:p>
    <w:p w14:paraId="2BEE6F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KLKVDTAXXXXXXXXXXXIQPGQTFSVLACYNGSPSGVYQCAMRHNFTIKGSFLNGSC</w:t>
      </w:r>
    </w:p>
    <w:p w14:paraId="75459D2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AAA489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1AFB2E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C6E3C6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C100D0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ED024E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22377B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5B4BF9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226AC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0C75B6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B0A2AB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015134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3918D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1ED060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D0D988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DA2612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9758F1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DFF96E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14E3B6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"https://www.ncbi.nlm.nih.gov/protein/UTB53405.1?from=1&amp;to=180"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1149731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1650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1D299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"https://www.ncbi.nlm.nih.gov/protein/UTB53405.1?from=181&amp;to=818"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56D239B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DC8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14D2E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"https://www.ncbi.nlm.nih.gov/protein/UTB53405.1?from=819&amp;to=2763"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8500</w:t>
      </w:r>
    </w:p>
    <w:p w14:paraId="51ECA45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97A2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7F9D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"https://www.ncbi.nlm.nih.gov/protein/UTB53405.1?from=2764&amp;to=3263"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8501..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10000</w:t>
      </w:r>
    </w:p>
    <w:p w14:paraId="4DC7639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4A7D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5E8CDD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"https://www.ncbi.nlm.nih.gov/protein/UTB53405.1?from=3264&amp;to=3569"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10001..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10918</w:t>
      </w:r>
    </w:p>
    <w:p w14:paraId="2F2D4AA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5E68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BA68B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"https://www.ncbi.nlm.nih.gov/protein/UTB53405.1?from=3570&amp;to=3856"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10919..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11779</w:t>
      </w:r>
    </w:p>
    <w:p w14:paraId="264F34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79B29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6957B3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"https://www.ncbi.nlm.nih.gov/protein/UTB53405.1?from=3857&amp;to=3939"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11780..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12028</w:t>
      </w:r>
    </w:p>
    <w:p w14:paraId="4FA4858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4889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4196A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"https://www.ncbi.nlm.nih.gov/protein/UTB53405.1?from=3940&amp;to=4137"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12029..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12622</w:t>
      </w:r>
    </w:p>
    <w:p w14:paraId="1E2A4D3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21B7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8456DB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"https://www.ncbi.nlm.nih.gov/protein/UTB53405.1?from=4138&amp;to=4250"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12623..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12961</w:t>
      </w:r>
    </w:p>
    <w:p w14:paraId="3A8DECA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BBA15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29AA6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"https://www.ncbi.nlm.nih.gov/protein/UTB53405.1?from=4251&amp;to=4389"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12962..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13378</w:t>
      </w:r>
    </w:p>
    <w:p w14:paraId="477AE79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372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1139B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"https://www.ncbi.nlm.nih.gov/protein/UTB53405.1?from=4390&amp;to=4402"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13379..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13417</w:t>
      </w:r>
    </w:p>
    <w:p w14:paraId="19E0E36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F99F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14171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"https://www.ncbi.nlm.nih.gov/nuccore/ON928945.1?from=13413&amp;to=13440"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13413..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13440</w:t>
      </w:r>
    </w:p>
    <w:p w14:paraId="36B1782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BF06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23412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687D19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"https://www.ncbi.nlm.nih.gov/nuccore/ON928945.1?from=13425&amp;to=13479"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13425..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13479</w:t>
      </w:r>
    </w:p>
    <w:p w14:paraId="73810FF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F06D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C7681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7EFF9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19228..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19494</w:t>
      </w:r>
    </w:p>
    <w:p w14:paraId="3C431BC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estimated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_length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=267</w:t>
      </w:r>
    </w:p>
    <w:p w14:paraId="758DACA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"https://www.ncbi.nlm.nih.gov/nuccore/ON928945.1?from=21500&amp;to=25312"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21500..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25312</w:t>
      </w:r>
    </w:p>
    <w:p w14:paraId="5725A3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FFBE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"https://www.ncbi.nlm.nih.gov/nuccore/ON928945.1?from=21500&amp;to=25312"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21500..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25312</w:t>
      </w:r>
    </w:p>
    <w:p w14:paraId="4337292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33044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E36FCD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E8EAC0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"https://www.ncbi.nlm.nih.gov/protein/2264336275"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UTB53406.1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6A86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BADFD7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CE2073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63A9C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18FA8D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4DE0A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B0539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C848BE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3F8A71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652DF1D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EA3CDE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D1FCA7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7A85C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0EAD5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C0BECA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081B16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7EDA3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F85384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4CC12A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3F39A2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36CD6B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17594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6D8700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84E940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"https://www.ncbi.nlm.nih.gov/nuccore/ON928945.1?from=25321&amp;to=26148"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25321..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26148</w:t>
      </w:r>
    </w:p>
    <w:p w14:paraId="0992E3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32627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"https://www.ncbi.nlm.nih.gov/nuccore/ON928945.1?from=25321&amp;to=26148"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25321..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26148</w:t>
      </w:r>
    </w:p>
    <w:p w14:paraId="49BB05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C46E4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8C70BA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716130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"https://www.ncbi.nlm.nih.gov/protein/2264336276"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UTB53407.1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E4D0D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92C34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FE02FC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369637D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BE91CA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8FE166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"https://www.ncbi.nlm.nih.gov/nuccore/ON928945.1?from=26173&amp;to=26400"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26173..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26400</w:t>
      </w:r>
    </w:p>
    <w:p w14:paraId="46AF3DE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E756F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"https://www.ncbi.nlm.nih.gov/nuccore/ON928945.1?from=26173&amp;to=26400"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26173..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26400</w:t>
      </w:r>
    </w:p>
    <w:p w14:paraId="0500C9A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43F54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C25DC8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3899C7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UTB53408.1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44DD2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9E4B2B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A86A3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"https://www.ncbi.nlm.nih.gov/nuccore/ON928945.1?from=26451&amp;to=27119"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26451..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27119</w:t>
      </w:r>
    </w:p>
    <w:p w14:paraId="18FEF2F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BB5EF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"https://www.ncbi.nlm.nih.gov/nuccore/ON928945.1?from=26451&amp;to=27119"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26451..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27119</w:t>
      </w:r>
    </w:p>
    <w:p w14:paraId="3A37324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8F992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9F2D66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4178BC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"https://www.ncbi.nlm.nih.gov/protein/2264336278"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UTB53409.1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5A15C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9024DE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872A1B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0B3597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B7C6F4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C65F4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"https://www.ncbi.nlm.nih.gov/nuccore/ON928945.1?from=27130&amp;to=27315"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27130..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27315</w:t>
      </w:r>
    </w:p>
    <w:p w14:paraId="5842B2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BE85E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"https://www.ncbi.nlm.nih.gov/nuccore/ON928945.1?from=27130&amp;to=27315"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27130..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27315</w:t>
      </w:r>
    </w:p>
    <w:p w14:paraId="552360D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469F8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562B0D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6272E2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"https://www.ncbi.nlm.nih.gov/protein/2264336279"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UTB53410.1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2266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BAC9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ACC2CF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"https://www.ncbi.nlm.nih.gov/nuccore/ON928945.1?from=27322&amp;to=27687"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27322..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27687</w:t>
      </w:r>
    </w:p>
    <w:p w14:paraId="25E59EF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10ACD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"https://www.ncbi.nlm.nih.gov/nuccore/ON928945.1?from=27322&amp;to=27687"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27322..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27687</w:t>
      </w:r>
    </w:p>
    <w:p w14:paraId="1BC3B40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DD8CF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775AA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80FA23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"https://www.ncbi.nlm.nih.gov/protein/2264336280"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UTB53411.1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CF3F0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BB091D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PFHPLADNKFALTCFSTQFAFACPDGVKHXYQLRARSXSPKLFIRQEEVQELYSPIFL</w:t>
      </w:r>
    </w:p>
    <w:p w14:paraId="4FD760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48B1F7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"https://www.ncbi.nlm.nih.gov/nuccore/ON928945.1?from=27684&amp;to=27815"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27684..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27815</w:t>
      </w:r>
    </w:p>
    <w:p w14:paraId="38420F6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956156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"https://www.ncbi.nlm.nih.gov/nuccore/ON928945.1?from=27684&amp;to=27815"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27684..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27815</w:t>
      </w:r>
    </w:p>
    <w:p w14:paraId="5680A7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0B0509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7104A2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6FAAFB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"https://www.ncbi.nlm.nih.gov/protein/2264336281"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UTB53412.1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32B8C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E7427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"https://www.ncbi.nlm.nih.gov/nuccore/ON928945.1?from=27822&amp;to=28187"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27822..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28187</w:t>
      </w:r>
    </w:p>
    <w:p w14:paraId="40EECF5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4940D5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"https://www.ncbi.nlm.nih.gov/nuccore/ON928945.1?from=27822&amp;to=28187"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27822..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28187</w:t>
      </w:r>
    </w:p>
    <w:p w14:paraId="5ED0EE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5FE53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9E94E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73084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UTB53413.1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10C98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D1136E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87458D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2280316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"https://www.ncbi.nlm.nih.gov/nuccore/ON928945.1?from=28202&amp;to=29452"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28202..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29452</w:t>
      </w:r>
    </w:p>
    <w:p w14:paraId="2AF4106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0267DB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"https://www.ncbi.nlm.nih.gov/nuccore/ON928945.1?from=28202&amp;to=29452"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28202..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29452</w:t>
      </w:r>
    </w:p>
    <w:p w14:paraId="0FB27D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7ACB2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AD049A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3A70F4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UTB53414.1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0298E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DB1661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9A51C7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E43262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1C77B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C29B2E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6C1E2E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72B53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43B823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"https://www.ncbi.nlm.nih.gov/nuccore/ON928945.1?from=29477&amp;to=29593"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29477..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29593</w:t>
      </w:r>
    </w:p>
    <w:p w14:paraId="39FE890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DB118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"https://www.ncbi.nlm.nih.gov/nuccore/ON928945.1?from=29477&amp;to=29593"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29477..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29593</w:t>
      </w:r>
    </w:p>
    <w:p w14:paraId="133D49C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44455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325D41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D46E90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"https://www.ncbi.nlm.nih.gov/protein/2264336284"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UTB53415.1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67580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BA83F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"https://www.ncbi.nlm.nih.gov/nuccore/ON928945.1?from=29528&amp;to=29563"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29528..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29563</w:t>
      </w:r>
    </w:p>
    <w:p w14:paraId="708EB9F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80F20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3D2B4E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"https://www.ncbi.nlm.nih.gov/nuccore/ON928945.1?from=29548&amp;to=29576"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29548..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29576</w:t>
      </w:r>
    </w:p>
    <w:p w14:paraId="657346D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711A5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80C67F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"https://www.ncbi.nlm.nih.gov/nuccore/ON928945.1?from=29647&amp;to=29661" </w:instrTex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85AD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29647..</w:t>
      </w:r>
      <w:proofErr w:type="gram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29661</w:t>
      </w:r>
    </w:p>
    <w:p w14:paraId="2EFCC82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296F86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4C358E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45.1"/>
      <w:bookmarkEnd w:id="4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agatctgttc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ctttaaaatc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tgtgtggctg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tcactcggct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gcatgcttag</w:t>
      </w:r>
      <w:proofErr w:type="spellEnd"/>
    </w:p>
    <w:p w14:paraId="3536BAE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tgcactcacg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cagtataatt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aataactaat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tactgtcgtt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gacaggacac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gagtaactcg</w:t>
      </w:r>
      <w:proofErr w:type="spellEnd"/>
    </w:p>
    <w:p w14:paraId="0FAD55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tctatcttct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gcaggctgct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tacggtttcg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tccgtgttgc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agccgatcat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cagcacatct</w:t>
      </w:r>
      <w:proofErr w:type="spellEnd"/>
    </w:p>
    <w:p w14:paraId="07B3668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aggttttgtc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cgggtgtgac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cgaaaggtaa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gatggagagc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cttgtccctg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gtttcaacga</w:t>
      </w:r>
      <w:proofErr w:type="spellEnd"/>
    </w:p>
    <w:p w14:paraId="087135C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gaaaacacac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gtccaactca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gtttgcctgt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tttacaggtt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cgcgacgtgc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tcgtacgtgg</w:t>
      </w:r>
      <w:proofErr w:type="spellEnd"/>
    </w:p>
    <w:p w14:paraId="7A28692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ctttggagac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tccgtggagg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aggtcttatc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agaggcacgt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caacatctta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aagatggcac</w:t>
      </w:r>
      <w:proofErr w:type="spellEnd"/>
    </w:p>
    <w:p w14:paraId="7B5806C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ttgtggctta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gtagaagttg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aaaaaggcgt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tttgcctcaa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cttgaacagc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cctatgtgtt</w:t>
      </w:r>
      <w:proofErr w:type="spellEnd"/>
    </w:p>
    <w:p w14:paraId="7B086D2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catcaaacgt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tcggatgctc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gaactgcacc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tcatggtcat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gttatggttg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agctggtagc</w:t>
      </w:r>
      <w:proofErr w:type="spellEnd"/>
    </w:p>
    <w:p w14:paraId="0D51982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agaactcgaa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ggcattcagt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acggtcgtag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tggtgagaca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cttggtgtcc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ttgtccctca</w:t>
      </w:r>
      <w:proofErr w:type="spellEnd"/>
    </w:p>
    <w:p w14:paraId="0E465E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tgtgggcgaa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ataccagtgg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cttaccgcaa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ggttcttctt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cgtaagaacg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gtaataaagg</w:t>
      </w:r>
      <w:proofErr w:type="spellEnd"/>
    </w:p>
    <w:p w14:paraId="3CA3D13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agctggtggc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cataggtacg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gcgccgatct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aaagtcattt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gacttaggcg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acgagcttgg</w:t>
      </w:r>
      <w:proofErr w:type="spellEnd"/>
    </w:p>
    <w:p w14:paraId="739D920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cactgatcct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ttcaagaaaa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aaacatagca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gtggtgttac</w:t>
      </w:r>
      <w:proofErr w:type="spellEnd"/>
    </w:p>
    <w:p w14:paraId="7EF8041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ccgtgaactc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atgcgtgagc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ttaacggagg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ggcatacact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cgctatgtcg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ataacaactt</w:t>
      </w:r>
      <w:proofErr w:type="spellEnd"/>
    </w:p>
    <w:p w14:paraId="0BC1AF6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ctgtggccct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gatggctacc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ctcttgagtg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cattaaagac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cttctagcac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gtgctggtaa</w:t>
      </w:r>
      <w:proofErr w:type="spellEnd"/>
    </w:p>
    <w:p w14:paraId="20732CE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agcttcatgc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actttgtccg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aacaactgga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ctttattgac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actaagaggg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gtgtatactg</w:t>
      </w:r>
      <w:proofErr w:type="spellEnd"/>
    </w:p>
    <w:p w14:paraId="7D8D96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ctgccgtgaa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catgagcatg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aaattgcttg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gtacacggaa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cgttctgaaa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agagctatga</w:t>
      </w:r>
      <w:proofErr w:type="spellEnd"/>
    </w:p>
    <w:p w14:paraId="3BD3490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attgcagaca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gacaccttca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atggggaatg</w:t>
      </w:r>
      <w:proofErr w:type="spellEnd"/>
    </w:p>
    <w:p w14:paraId="33A6332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tccaaatttt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gtatttccct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taaattccat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aatcaagact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attcaaccaa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gggttgaaaa</w:t>
      </w:r>
      <w:proofErr w:type="spellEnd"/>
    </w:p>
    <w:p w14:paraId="0A04C77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gaaaaagctt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tgggtagaat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tcgatctgtc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tatccagttg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cgtcaccaaa</w:t>
      </w:r>
      <w:proofErr w:type="spellEnd"/>
    </w:p>
    <w:p w14:paraId="7465F75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tgaatgcaac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caaatgtgcc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tttcaactct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gatcattgtg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gtgaaacttc</w:t>
      </w:r>
      <w:proofErr w:type="spellEnd"/>
    </w:p>
    <w:p w14:paraId="06CE211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atggcagacg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ggcgattttg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ttaaagccac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ttgcgaattt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tgtggcactg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agaatttgac</w:t>
      </w:r>
      <w:proofErr w:type="spellEnd"/>
    </w:p>
    <w:p w14:paraId="2CD8459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taaagaaggt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gccactactt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gtggttactt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accccaaaat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aaatttattg</w:t>
      </w:r>
      <w:proofErr w:type="spellEnd"/>
    </w:p>
    <w:p w14:paraId="7FF2DB0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tccagcatgt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cacaattcag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aagtaggacc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tgagcatagt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cttgccgaat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accataatga</w:t>
      </w:r>
      <w:proofErr w:type="spellEnd"/>
    </w:p>
    <w:p w14:paraId="22CA146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atctggcttg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aaaaccattc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ttcgtaaggg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tggtcgcact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attgcctttg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gaggctgtgt</w:t>
      </w:r>
      <w:proofErr w:type="spellEnd"/>
    </w:p>
    <w:p w14:paraId="3D7CAFE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gttctcttat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gttggttgcc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ataacaagtg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tgcctattgg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gttccacgtg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ctagcgctaa</w:t>
      </w:r>
      <w:proofErr w:type="spellEnd"/>
    </w:p>
    <w:p w14:paraId="7375ACA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cataggttgt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gtgttgttgg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agaaggttcc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gaaggtctta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atgacaacct</w:t>
      </w:r>
      <w:proofErr w:type="spellEnd"/>
    </w:p>
    <w:p w14:paraId="046E4EA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ctccaaaaag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agaaagtcaa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catcaatatt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gttggtgact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ttaaacttaa</w:t>
      </w:r>
      <w:proofErr w:type="spellEnd"/>
    </w:p>
    <w:p w14:paraId="16CD16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tgaagagatc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gccattattt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tggcatcttt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ttctgcttcc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ttgtggaaac</w:t>
      </w:r>
      <w:proofErr w:type="spellEnd"/>
    </w:p>
    <w:p w14:paraId="54F7E7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tgtgaaaggt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ttggattata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aagcattcaa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gaatcctgtg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</w:p>
    <w:p w14:paraId="457693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agttacaaaa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ggaaaagcta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aaaaaggtgc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ctggaatatt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ggtgaacaga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aatcaatact</w:t>
      </w:r>
      <w:proofErr w:type="spellEnd"/>
    </w:p>
    <w:p w14:paraId="71007BA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gagtcctctt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tatgcatttg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catcagaggc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tgctcgtgtt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gtacgatcaa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ttttctcccg</w:t>
      </w:r>
      <w:proofErr w:type="spellEnd"/>
    </w:p>
    <w:p w14:paraId="3A939A5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cactcttgaa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actgctcaaa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attctgtgcg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aaggccgcta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taacaatact</w:t>
      </w:r>
      <w:proofErr w:type="spellEnd"/>
    </w:p>
    <w:p w14:paraId="4B94E72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agatggaatt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tcacagtatt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cactgagact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cattgatgct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atgatgttca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catctgattt</w:t>
      </w:r>
      <w:proofErr w:type="spellEnd"/>
    </w:p>
    <w:p w14:paraId="2A73A9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aatctagttg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taatggccta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cattacaggt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ggtgttgttc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agttgacttc</w:t>
      </w:r>
      <w:proofErr w:type="spellEnd"/>
    </w:p>
    <w:p w14:paraId="323CEB9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gcagtggcta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actaacatct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ttggcactgt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ttatgaaaaa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ctcaaacccg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tccttgattg</w:t>
      </w:r>
      <w:proofErr w:type="spellEnd"/>
    </w:p>
    <w:p w14:paraId="662666A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gcttgaagag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aagtttaagg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aaggtgtaga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gtttcttaga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gacggttggg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aaattgttaa</w:t>
      </w:r>
      <w:proofErr w:type="spellEnd"/>
    </w:p>
    <w:p w14:paraId="6A3DF9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atttatctca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acctgtgctt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gtgaaattgt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cggtggacaa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attgtcacct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gtgcaaagga</w:t>
      </w:r>
      <w:proofErr w:type="spellEnd"/>
    </w:p>
    <w:p w14:paraId="66A6F57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aattaaggag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agtgttcaga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cattctttaa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gcttgtaaat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aaatttttgg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ctttgtgtgc</w:t>
      </w:r>
      <w:proofErr w:type="spellEnd"/>
    </w:p>
    <w:p w14:paraId="2E23A4D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tgactctatc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gagctaaact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taaagccttg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aatttaggtg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aaacatttgt</w:t>
      </w:r>
      <w:proofErr w:type="spellEnd"/>
    </w:p>
    <w:p w14:paraId="2877479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cacgcactca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aagggattgt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acagaaagtg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tgttaaatcc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agagaagaaa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ctggcctact</w:t>
      </w:r>
      <w:proofErr w:type="spellEnd"/>
    </w:p>
    <w:p w14:paraId="0303096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catgcctcta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aaagccccaa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aagaaattat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cttcttagag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ggagaaacac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ttcccacaga</w:t>
      </w:r>
      <w:proofErr w:type="spellEnd"/>
    </w:p>
    <w:p w14:paraId="268CBD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agtgttaaca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gaggaagttg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tcttgaaaac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tggtgattta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caaccattag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aacaacctac</w:t>
      </w:r>
      <w:proofErr w:type="spellEnd"/>
    </w:p>
    <w:p w14:paraId="00501A0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tagtgaagct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gttgaagctc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cattggttgg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tacaccagtt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tgtattaacg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ggcttatgtt</w:t>
      </w:r>
      <w:proofErr w:type="spellEnd"/>
    </w:p>
    <w:p w14:paraId="1C0410B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gctcgaaatc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aaagacacag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tgcccttgca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</w:p>
    <w:p w14:paraId="6301BB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caataccttc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gcggtgcacc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aacaaaggtt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atgacactgt</w:t>
      </w:r>
      <w:proofErr w:type="spellEnd"/>
    </w:p>
    <w:p w14:paraId="5474E5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gatagaagtg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caaggttaca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agagtgtgaa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tatcattttt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gaacttgatg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aaaggattga</w:t>
      </w:r>
      <w:proofErr w:type="spellEnd"/>
    </w:p>
    <w:p w14:paraId="238B1F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taaagtactt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aatgagaagt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gctctgccta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ctcggtacag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aagtaaatga</w:t>
      </w:r>
      <w:proofErr w:type="spellEnd"/>
    </w:p>
    <w:p w14:paraId="2B43DF7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gttcgcctgt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gttgtggcag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atgctgtcat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aaaaactttg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caaccagtat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ctgaattact</w:t>
      </w:r>
      <w:proofErr w:type="spellEnd"/>
    </w:p>
    <w:p w14:paraId="65DFD48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tataccactg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ggcattgatt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tagatgagtg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gagtatggct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acatactact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tatttgatga</w:t>
      </w:r>
      <w:proofErr w:type="spellEnd"/>
    </w:p>
    <w:p w14:paraId="56E84CA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gtctggtgag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tttaaattgg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cttcacatat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gtattgttct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ttttaccctc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cagatgagga</w:t>
      </w:r>
      <w:proofErr w:type="spellEnd"/>
    </w:p>
    <w:p w14:paraId="28D0885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tgaagaagaa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ggtgattgtg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aagaagaaga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gtttgagcca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tcaactcaat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atgagtatgg</w:t>
      </w:r>
      <w:proofErr w:type="spellEnd"/>
    </w:p>
    <w:p w14:paraId="630A5E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tactgaagat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gattaccaag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gtaaaccttt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ggaatttggt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gccacttctg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ctgctcttca</w:t>
      </w:r>
      <w:proofErr w:type="spellEnd"/>
    </w:p>
    <w:p w14:paraId="1FD33F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acctgaagaa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gagcaagaag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aagattggtt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agatgatgat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agtcaacaaa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ctgttggtca</w:t>
      </w:r>
      <w:proofErr w:type="spellEnd"/>
    </w:p>
    <w:p w14:paraId="062F35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acaagacggc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agtgaggaca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tactattcaa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aggttcaacc</w:t>
      </w:r>
      <w:proofErr w:type="spellEnd"/>
    </w:p>
    <w:p w14:paraId="5C1D83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tcaattagag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caccagttgt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gaagtgaata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gttttagtgg</w:t>
      </w:r>
      <w:proofErr w:type="spellEnd"/>
    </w:p>
    <w:p w14:paraId="7341F14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cttactgaca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atgtatacat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taaaaatgca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gacattgtgg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aagaagctaa</w:t>
      </w:r>
      <w:proofErr w:type="spellEnd"/>
    </w:p>
    <w:p w14:paraId="43D199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ccaacagtgg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agccaatgtt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taccttaaac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atggaggagg</w:t>
      </w:r>
      <w:proofErr w:type="spellEnd"/>
    </w:p>
    <w:p w14:paraId="5AFD1D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tgttgcagga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gccttaaata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aggctactaa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caatgccatg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caagttgaat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ctgatgatta</w:t>
      </w:r>
      <w:proofErr w:type="spellEnd"/>
    </w:p>
    <w:p w14:paraId="3B6E12C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catagctact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aatggaccac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ttaaagtggg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gttttaagcg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gacacaatct</w:t>
      </w:r>
      <w:proofErr w:type="spellEnd"/>
    </w:p>
    <w:p w14:paraId="08D4129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tgctaaacac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tgtcttcatg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ttgtcggccc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aaatgttaac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aaaggtgaag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acattcaact</w:t>
      </w:r>
      <w:proofErr w:type="spellEnd"/>
    </w:p>
    <w:p w14:paraId="4AD94B8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tcttaagagt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attttaatca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gcacgaagtt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ctacttgcac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cattattatc</w:t>
      </w:r>
      <w:proofErr w:type="spellEnd"/>
    </w:p>
    <w:p w14:paraId="0D3411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agctggtatt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accctataca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ttctttaaga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gtttgtgtag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atactgttcg</w:t>
      </w:r>
      <w:proofErr w:type="spellEnd"/>
    </w:p>
    <w:p w14:paraId="219F8EC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cacaaatgtc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tacttagctg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tctttgataa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aaatctctat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gacaaacttg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tttcaagctt</w:t>
      </w:r>
      <w:proofErr w:type="spellEnd"/>
    </w:p>
    <w:p w14:paraId="01363E0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tttggaaatg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aagagtgaaa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agcaagttga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acaaaagatc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gctgagattc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ctaaagagga</w:t>
      </w:r>
      <w:proofErr w:type="spellEnd"/>
    </w:p>
    <w:p w14:paraId="18F6F1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agttaagcca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tttataactg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aaagtaaacc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ttcagttgaa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cagagaaaac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aagatgataa</w:t>
      </w:r>
      <w:proofErr w:type="spellEnd"/>
    </w:p>
    <w:p w14:paraId="549137F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gaaaatcaaa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gcttgtgttg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aagaagttac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aacaactctg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gaagaaacta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agttcctcac</w:t>
      </w:r>
      <w:proofErr w:type="spellEnd"/>
    </w:p>
    <w:p w14:paraId="621D6B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agaaaacttg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ttactttata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ttgacattaa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tggcaatctt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catccagatt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ctgccactct</w:t>
      </w:r>
      <w:proofErr w:type="spellEnd"/>
    </w:p>
    <w:p w14:paraId="1DB09D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attgacatca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ctttcttaaa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gaaagatgct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ccatatatag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tgggtgatgt</w:t>
      </w:r>
      <w:proofErr w:type="spellEnd"/>
    </w:p>
    <w:p w14:paraId="1B88E03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tgttcaagag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ggtgttttaa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tatacctact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aaaaaggcta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gtggcactac</w:t>
      </w:r>
      <w:proofErr w:type="spellEnd"/>
    </w:p>
    <w:p w14:paraId="6D0E870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tgaaatgcta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gcgaaagctt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tgagaaaagt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gccaacagac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aattatataa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ccacttaccc</w:t>
      </w:r>
      <w:proofErr w:type="spellEnd"/>
    </w:p>
    <w:p w14:paraId="615F0AB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gggtcagggt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acactgtaga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ggaggcaaag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acagtgctta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aaaagtgtaa</w:t>
      </w:r>
      <w:proofErr w:type="spellEnd"/>
    </w:p>
    <w:p w14:paraId="162AA2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tacattctac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catctattat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ctctaatgag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aagcaagaaa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ttcttggaac</w:t>
      </w:r>
      <w:proofErr w:type="spellEnd"/>
    </w:p>
    <w:p w14:paraId="7CAE1BB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tgtttcttgg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aatttgcgag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acatgcagaa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gaaacacgca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aattaatgcc</w:t>
      </w:r>
      <w:proofErr w:type="spellEnd"/>
    </w:p>
    <w:p w14:paraId="3E6AD0F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tgtctgtgtg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ccatagtttc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aactatacag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cgtaaatata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agggtattaa</w:t>
      </w:r>
      <w:proofErr w:type="spellEnd"/>
    </w:p>
    <w:p w14:paraId="22DE78B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aatacaagag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ggtgtggttg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attatggtgc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tagattttac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ttttacacca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gtaaaacaac</w:t>
      </w:r>
      <w:proofErr w:type="spellEnd"/>
    </w:p>
    <w:p w14:paraId="4BC9725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tgtagcgtca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cacttaacga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tctaaatgaa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actcttgtta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caatgccact</w:t>
      </w:r>
      <w:proofErr w:type="spellEnd"/>
    </w:p>
    <w:p w14:paraId="0A349B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tggctatgta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acacatggct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taaatttgga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agaagctgct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cggtatatga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gatctctcaa</w:t>
      </w:r>
      <w:proofErr w:type="spellEnd"/>
    </w:p>
    <w:p w14:paraId="1F4A98D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agtgccagct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acagtttctg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tttcttcacc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acagcgtata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atggttatct</w:t>
      </w:r>
      <w:proofErr w:type="spellEnd"/>
    </w:p>
    <w:p w14:paraId="0BD52F0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tctaaaacac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ctgaagaaca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accatctcac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ttgctggttc</w:t>
      </w:r>
      <w:proofErr w:type="spellEnd"/>
    </w:p>
    <w:p w14:paraId="0C7982E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ctataaagat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tggtcctatt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ctggacaatc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tacacaacta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ggtatagaat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ttcttaagag</w:t>
      </w:r>
      <w:proofErr w:type="spellEnd"/>
    </w:p>
    <w:p w14:paraId="2CA062B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aggtgataaa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agtgtatatt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acactagtaa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tcctaccaca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ttccacctag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atggtgaagt</w:t>
      </w:r>
      <w:proofErr w:type="spellEnd"/>
    </w:p>
    <w:p w14:paraId="1FF8BFA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tatcaccttt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gacaatctta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ttctttgaga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gaagtgagga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ctattaaggt</w:t>
      </w:r>
      <w:proofErr w:type="spellEnd"/>
    </w:p>
    <w:p w14:paraId="24DE59F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gtttacaaca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gtagacaaca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ttaacctcca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cacgcaagtt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gtggacatgt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caatgacata</w:t>
      </w:r>
      <w:proofErr w:type="spellEnd"/>
    </w:p>
    <w:p w14:paraId="012D43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tttggtccaa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cttatttgga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tggagctgat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gttactaaaa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taaaacctca</w:t>
      </w:r>
      <w:proofErr w:type="spellEnd"/>
    </w:p>
    <w:p w14:paraId="407C99A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taattcacat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gaaggtaaaa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tttacctaat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gatgacactc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tacgtgttga</w:t>
      </w:r>
      <w:proofErr w:type="spellEnd"/>
    </w:p>
    <w:p w14:paraId="071F4EA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ggcttttgag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tactaccaca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caactgatcc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tagttttctg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ggtaggtaca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tgtcagcatt</w:t>
      </w:r>
      <w:proofErr w:type="spellEnd"/>
    </w:p>
    <w:p w14:paraId="5717FC7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aaatcacact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aaaaagtgga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aatacccaca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ttaacttcta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ttaaatgggc</w:t>
      </w:r>
      <w:proofErr w:type="spellEnd"/>
    </w:p>
    <w:p w14:paraId="4E3DE8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agataacaac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tgttatcttg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ccactgcatt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gttaacactc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caacaaatag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</w:p>
    <w:p w14:paraId="381CC72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taatccacct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gctctacaag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cagagcaagg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gctggtgaag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ctgctaactt</w:t>
      </w:r>
      <w:proofErr w:type="spellEnd"/>
    </w:p>
    <w:p w14:paraId="4311DA5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ttgtgcactt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atcttagcct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actgtaataa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gacagtaggt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gagttaggtg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atgttagaga</w:t>
      </w:r>
      <w:proofErr w:type="spellEnd"/>
    </w:p>
    <w:p w14:paraId="1EF249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aacaatgagt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tacttgtttc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aacatgccaa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tgcaaaagag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tcttgaacgt</w:t>
      </w:r>
      <w:proofErr w:type="spellEnd"/>
    </w:p>
    <w:p w14:paraId="4FF58E7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ggtgtgtaaa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acttgtggac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aacagcagac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aacccttaag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ggtgtagaag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ctgttatgta</w:t>
      </w:r>
      <w:proofErr w:type="spellEnd"/>
    </w:p>
    <w:p w14:paraId="1A67339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catgggcaca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ctttcttatg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gaaaggtgtt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cagatacctt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gtacgtgtgg</w:t>
      </w:r>
      <w:proofErr w:type="spellEnd"/>
    </w:p>
    <w:p w14:paraId="0433D35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taaacaagct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acaaaatatc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tagtacaaca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ggagtcacct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tgtcagcacc</w:t>
      </w:r>
      <w:proofErr w:type="spellEnd"/>
    </w:p>
    <w:p w14:paraId="533FB17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acctgctcag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tatgaactta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agcatggtac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gctagtgagt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acactggtaa</w:t>
      </w:r>
      <w:proofErr w:type="spellEnd"/>
    </w:p>
    <w:p w14:paraId="4D88A5B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ttaccagttt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ggtcactata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aacatataac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ttctaaagaa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actttgtatt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gcatagacgg</w:t>
      </w:r>
      <w:proofErr w:type="spellEnd"/>
    </w:p>
    <w:p w14:paraId="0E49EB6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tgctttactt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acaaagtcct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cagaatacaa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aggtcctatt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acggatgttt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tctacaaaga</w:t>
      </w:r>
      <w:proofErr w:type="spellEnd"/>
    </w:p>
    <w:p w14:paraId="44D9397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aaacagttac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acaacaacca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ttgtttgtac</w:t>
      </w:r>
      <w:proofErr w:type="spellEnd"/>
    </w:p>
    <w:p w14:paraId="5C7E830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cctaagttgg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taagaaagac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aattcttatt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tcacagagca</w:t>
      </w:r>
      <w:proofErr w:type="spellEnd"/>
    </w:p>
    <w:p w14:paraId="7C7502C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accaattgat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cttgtaccaa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tccaaacgca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agcttcgata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attttaagtt</w:t>
      </w:r>
      <w:proofErr w:type="spellEnd"/>
    </w:p>
    <w:p w14:paraId="2FF93DD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tgtatgtgat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aatatcaaat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ttgctgatga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tttaaaccag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ttaactggtt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ataagaaacc</w:t>
      </w:r>
      <w:proofErr w:type="spellEnd"/>
    </w:p>
    <w:p w14:paraId="07C6A3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tgcttcaaga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gagcttaaag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ttacattttt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ccctgactta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aatggtgatg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tggtggctat</w:t>
      </w:r>
      <w:proofErr w:type="spellEnd"/>
    </w:p>
    <w:p w14:paraId="6A8872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tgattataaa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cactacacac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cctcttttaa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gaaaggagct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aaattgttac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ataaacctat</w:t>
      </w:r>
      <w:proofErr w:type="spellEnd"/>
    </w:p>
    <w:p w14:paraId="0F9E95D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tgtttggcat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gttaacaatg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caactaataa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agccacgtat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aaaccaaata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cctggtgtat</w:t>
      </w:r>
      <w:proofErr w:type="spellEnd"/>
    </w:p>
    <w:p w14:paraId="51E60E3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acgttgtctt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tggagcacaa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aaccagttga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aacatcaaat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tcgtttgatg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tactgaagtc</w:t>
      </w:r>
      <w:proofErr w:type="spellEnd"/>
    </w:p>
    <w:p w14:paraId="01BB98D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agaggacgcg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cagggaatgg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ataatcttgc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ctgcgaagat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ctaaaaccag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tctctgaaga</w:t>
      </w:r>
      <w:proofErr w:type="spellEnd"/>
    </w:p>
    <w:p w14:paraId="14E4241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agtagtggaa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aatcctacca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cgttcttgag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tgtaatgtga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aaactaccga</w:t>
      </w:r>
      <w:proofErr w:type="spellEnd"/>
    </w:p>
    <w:p w14:paraId="0F48422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agttgtagga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gacattatac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ttaaaccagc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aaataatagt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cagaagaggt</w:t>
      </w:r>
      <w:proofErr w:type="spellEnd"/>
    </w:p>
    <w:p w14:paraId="621D749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tggccacaca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gatctaatgg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agtcttacta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ttaagaaacc</w:t>
      </w:r>
      <w:proofErr w:type="spellEnd"/>
    </w:p>
    <w:p w14:paraId="1F0F33E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tctagagtat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taggtttgaa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aacccttgct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tagctgctgt</w:t>
      </w:r>
      <w:proofErr w:type="spellEnd"/>
    </w:p>
    <w:p w14:paraId="254602D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taatagtgtc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ccttgggata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ctatagctaa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ttatgctaag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acaaagttgt</w:t>
      </w:r>
      <w:proofErr w:type="spellEnd"/>
    </w:p>
    <w:p w14:paraId="09E81CF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tagtacaact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actaacatag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ttacacggtg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tttaaaccgt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gtttgtacta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attatatgcc</w:t>
      </w:r>
      <w:proofErr w:type="spellEnd"/>
    </w:p>
    <w:p w14:paraId="28AB28C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ttatttcttt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actttattgc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tacaattgtg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tacttttact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attctagaat</w:t>
      </w:r>
      <w:proofErr w:type="spellEnd"/>
    </w:p>
    <w:p w14:paraId="49487BB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taaagcatct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atgccgacta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ctatagcaaa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gaatactgtt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aagagtgtcg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gtaaattttg</w:t>
      </w:r>
      <w:proofErr w:type="spellEnd"/>
    </w:p>
    <w:p w14:paraId="7CBDF28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tctagaggct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tcatttaatt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atttgaagtc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acctaatttt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tctaaactga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taaatattat</w:t>
      </w:r>
      <w:proofErr w:type="spellEnd"/>
    </w:p>
    <w:p w14:paraId="1E0D9B2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aatttggttt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gtgtttgcct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atctactcaa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ccgctgcttt</w:t>
      </w:r>
      <w:proofErr w:type="spellEnd"/>
    </w:p>
    <w:p w14:paraId="0B0601E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aggtgtttta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atgtctaatt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taggcatgcc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ttcttactgt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actggttaca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gagaaggcta</w:t>
      </w:r>
      <w:proofErr w:type="spellEnd"/>
    </w:p>
    <w:p w14:paraId="0083F9D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tttgaactct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ctattgcaac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ctactgtact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ggttctatac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cttgtagtgt</w:t>
      </w:r>
      <w:proofErr w:type="spellEnd"/>
    </w:p>
    <w:p w14:paraId="6214C82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ttgtcttagt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ggtttagatt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ctttagacac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ctatccttct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ttagaaacta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tacaaattac</w:t>
      </w:r>
      <w:proofErr w:type="spellEnd"/>
    </w:p>
    <w:p w14:paraId="524E931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catttcatct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tttaaatggg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atttaactgc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ttttggctta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gttgcagagt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ggtttttggc</w:t>
      </w:r>
      <w:proofErr w:type="spellEnd"/>
    </w:p>
    <w:p w14:paraId="2B6D133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atatattctt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ttcactaggt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ttttctatgt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acttggattg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gctgcaatca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tgcaattgtt</w:t>
      </w:r>
      <w:proofErr w:type="spellEnd"/>
    </w:p>
    <w:p w14:paraId="12874A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tttgcagtac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attttattag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taattcttgg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taataattaa</w:t>
      </w:r>
      <w:proofErr w:type="spellEnd"/>
    </w:p>
    <w:p w14:paraId="6B530C9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atggccccga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ggttagaatg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ttgcatcatt</w:t>
      </w:r>
      <w:proofErr w:type="spellEnd"/>
    </w:p>
    <w:p w14:paraId="6C15EAA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ttattatgta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tggaaaagtt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atgtgcatgt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tgtagacggt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tgtaattcat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caacttgtat</w:t>
      </w:r>
      <w:proofErr w:type="spellEnd"/>
    </w:p>
    <w:p w14:paraId="1FD893C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gatgtgttac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aaacgtaata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gagcaacaag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agtcgaatgt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acaactattg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52AA74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tagaaggtcc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ttttatgtct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aggtaaaggc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ttttgcaaac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tacacaattg</w:t>
      </w:r>
      <w:proofErr w:type="spellEnd"/>
    </w:p>
    <w:p w14:paraId="7056E81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gaattgtgtt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aattgtgata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cattctgtgc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tggtagtaca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tttattagtg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atgaagttgc</w:t>
      </w:r>
      <w:proofErr w:type="spellEnd"/>
    </w:p>
    <w:p w14:paraId="5113E1C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gagagacttg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tcactacagt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ttaaaagacc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aataaatcct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actgaccagt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cttcttacat</w:t>
      </w:r>
      <w:proofErr w:type="spellEnd"/>
    </w:p>
    <w:p w14:paraId="02C9542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cgttgatagt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gttacagtga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agaatggttc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catccatctt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tactttgata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aagctggtca</w:t>
      </w:r>
      <w:proofErr w:type="spellEnd"/>
    </w:p>
    <w:p w14:paraId="00AE333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aaagacttat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gaaagacatt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ctctctctca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ttttgttaac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ttagacaacc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tgagagctaa</w:t>
      </w:r>
      <w:proofErr w:type="spellEnd"/>
    </w:p>
    <w:p w14:paraId="35F0613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taacactaaa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ggttcattgc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ctattaatgt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tatagttttt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gatggtaaat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caaaatgtga</w:t>
      </w:r>
      <w:proofErr w:type="spellEnd"/>
    </w:p>
    <w:p w14:paraId="61CD377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agaatcatct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gcaaaatcag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cgtctgttta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ctacagtcag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cttatgtgtc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aacctatact</w:t>
      </w:r>
      <w:proofErr w:type="spellEnd"/>
    </w:p>
    <w:p w14:paraId="18D680F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gttactagat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caggcattag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tgtctgatgt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gcggaagttg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cagttaaaat</w:t>
      </w:r>
      <w:proofErr w:type="spellEnd"/>
    </w:p>
    <w:p w14:paraId="781E534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tacgttaata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cgttttcatc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aacttttaac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gtaccaatgg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aaaaactcaa</w:t>
      </w:r>
      <w:proofErr w:type="spellEnd"/>
    </w:p>
    <w:p w14:paraId="3E6EAD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aacactagtt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gcaactgcag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aagctgaact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gtgtccttag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acaatgtctt</w:t>
      </w:r>
      <w:proofErr w:type="spellEnd"/>
    </w:p>
    <w:p w14:paraId="3700239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atctactttt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atttcagcag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ctcggcaagg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gtttgttgat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tcagatgtag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aaactaaaga</w:t>
      </w:r>
      <w:proofErr w:type="spellEnd"/>
    </w:p>
    <w:p w14:paraId="1B61138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tgtcttaaat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tgtcacatca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atctgacata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gaagttactg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gcgatagttg</w:t>
      </w:r>
      <w:proofErr w:type="spellEnd"/>
    </w:p>
    <w:p w14:paraId="763799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taataactat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atgctcacct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ataacaaagt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tgaaaacatg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acaccccgtg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accttggtgc</w:t>
      </w:r>
      <w:proofErr w:type="spellEnd"/>
    </w:p>
    <w:p w14:paraId="4DFE4F3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ttgtattgac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tgtagtgcgc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gtcatattaa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tgcgcaggta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gcaaaaagtc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</w:p>
    <w:p w14:paraId="3030CDD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tttgatatgg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aacgttaaag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atttcatgtc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attgtctgaa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caactacgaa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aacaaatacg</w:t>
      </w:r>
      <w:proofErr w:type="spellEnd"/>
    </w:p>
    <w:p w14:paraId="5B56609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tagtgctgct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aaaaagaata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acttaccttt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taagttgaca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tgtgcaacta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ctagacaagt</w:t>
      </w:r>
      <w:proofErr w:type="spellEnd"/>
    </w:p>
    <w:p w14:paraId="1BC366E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tgttaatgtt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gtaacaacaa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agatagcact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taagggtggt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ataattggtt</w:t>
      </w:r>
      <w:proofErr w:type="spellEnd"/>
    </w:p>
    <w:p w14:paraId="324E952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gaagcagtta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attaaagtta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gctgctattt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tctatttaat</w:t>
      </w:r>
      <w:proofErr w:type="spellEnd"/>
    </w:p>
    <w:p w14:paraId="0BBD34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aacacctgtt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catgtcatgt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ctaaacatac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tgacttttca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agtgaaatca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taggatacaa</w:t>
      </w:r>
      <w:proofErr w:type="spellEnd"/>
    </w:p>
    <w:p w14:paraId="74909D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ggctattgat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ggtggtgtca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ctcgtgacat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agcatctaca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gatacttgtt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ttgctaacaa</w:t>
      </w:r>
      <w:proofErr w:type="spellEnd"/>
    </w:p>
    <w:p w14:paraId="6AEE6D4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acatgctgat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tttgacacat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ggtttagcca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gcgtggtggt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agttatacta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atgacaaagc</w:t>
      </w:r>
      <w:proofErr w:type="spellEnd"/>
    </w:p>
    <w:p w14:paraId="57E4324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ttgcccattg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attgctgcag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tcataacaag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agaagtgggt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tttgtcgtgc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ctggtttgcc</w:t>
      </w:r>
      <w:proofErr w:type="spellEnd"/>
    </w:p>
    <w:p w14:paraId="686AECF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tggcacgata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ttacgcacaa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ctaatggtga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ctttttgcat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ttcttaccta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gagtttttag</w:t>
      </w:r>
      <w:proofErr w:type="spellEnd"/>
    </w:p>
    <w:p w14:paraId="6911D1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tgcagttggt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acacaccatc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aaaacttata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actttgtaac</w:t>
      </w:r>
      <w:proofErr w:type="spellEnd"/>
    </w:p>
    <w:p w14:paraId="6BB1C6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atcagcttgt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gttttggctg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ctgaatgtac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gatgcttctg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gtaagccagt</w:t>
      </w:r>
      <w:proofErr w:type="spellEnd"/>
    </w:p>
    <w:p w14:paraId="1E12622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accatattgt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tatgatacca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atgtactaga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gtttacgccc</w:t>
      </w:r>
      <w:proofErr w:type="spellEnd"/>
    </w:p>
    <w:p w14:paraId="424D34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tgacacacgt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tatgtgctca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tggatggctc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tattattcaa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tttcctaaca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cctaccttga</w:t>
      </w:r>
      <w:proofErr w:type="spellEnd"/>
    </w:p>
    <w:p w14:paraId="26DBA97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agagtggtaa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caacttttga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ttctgagtac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tgtaggcacg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gcacttgtga</w:t>
      </w:r>
      <w:proofErr w:type="spellEnd"/>
    </w:p>
    <w:p w14:paraId="5401F98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aagatcagaa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gctggtgttt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gtgtatctac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tagtggtaga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tgggtactta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acaatgatta</w:t>
      </w:r>
      <w:proofErr w:type="spellEnd"/>
    </w:p>
    <w:p w14:paraId="6ACD7C3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ttacagatct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ttaccaggag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ttttctgtgg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gtaaatttat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ttactaatat</w:t>
      </w:r>
      <w:proofErr w:type="spellEnd"/>
    </w:p>
    <w:p w14:paraId="6823263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gtttacacca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ctaattcaac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ctattggtgc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tttggacata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tcagcatcta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tagtagctgg</w:t>
      </w:r>
      <w:proofErr w:type="spellEnd"/>
    </w:p>
    <w:p w14:paraId="277DFCE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tggtattgtg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gctatcgtag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taacatgcct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tgcctactat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tttatgaggt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ttagaagagc</w:t>
      </w:r>
      <w:proofErr w:type="spellEnd"/>
    </w:p>
    <w:p w14:paraId="275BD32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ttttggtgaa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tacagtcatg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tagttgcctt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ctattcctta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tgtcattcat</w:t>
      </w:r>
      <w:proofErr w:type="spellEnd"/>
    </w:p>
    <w:p w14:paraId="08BF6F1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tgtactctgt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ttaacaccag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tttactcatt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cttacctggt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gtttattctg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ttatttactt</w:t>
      </w:r>
      <w:proofErr w:type="spellEnd"/>
    </w:p>
    <w:p w14:paraId="3315472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gtacttgaca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ctaatgatgt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gcacatattc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agtggatggt</w:t>
      </w:r>
      <w:proofErr w:type="spellEnd"/>
    </w:p>
    <w:p w14:paraId="52578AC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tatgttcaca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cctttagtac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ctttctggat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aacaattgct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tatatcattt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gtatttccac</w:t>
      </w:r>
      <w:proofErr w:type="spellEnd"/>
    </w:p>
    <w:p w14:paraId="03746F9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aaagcatttc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tattggttct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ttagtaatta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cctaaagaga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cgtgtagtct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24EA49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ttcctttagt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acttttgaag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aagctgcgct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gtgcaccttt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aagaaatgta</w:t>
      </w:r>
      <w:proofErr w:type="spellEnd"/>
    </w:p>
    <w:p w14:paraId="4B0BE1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tctaaagttg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cgtagtgatg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tgctattacc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ttttacgcaa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tataatagat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acttagctct</w:t>
      </w:r>
      <w:proofErr w:type="spellEnd"/>
    </w:p>
    <w:p w14:paraId="21E7F7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ttataataag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tacaagtatt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ttagtggagc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aatggataca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actagctaca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gagaagctgc</w:t>
      </w:r>
      <w:proofErr w:type="spellEnd"/>
    </w:p>
    <w:p w14:paraId="5B043E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ttgttgtcat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ctcgcaaagg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ctctcaatga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cttcagtaac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tcaggttctg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atgttcttta</w:t>
      </w:r>
      <w:proofErr w:type="spellEnd"/>
    </w:p>
    <w:p w14:paraId="4CE3F9D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ccaaccacca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caaatctcta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tcacctcagc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tgttttgcag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agtggtttta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gaaaaatggc</w:t>
      </w:r>
      <w:proofErr w:type="spellEnd"/>
    </w:p>
    <w:p w14:paraId="60F556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attcccatct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ggtaaagttg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agggttgtat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ggtacaagta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acttgtggta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caactacact</w:t>
      </w:r>
      <w:proofErr w:type="spellEnd"/>
    </w:p>
    <w:p w14:paraId="3F013D7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taacggtctt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tggcttgatg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acgtagttta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ctgtccaaga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catgtgatct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gcacctctga</w:t>
      </w:r>
      <w:proofErr w:type="spellEnd"/>
    </w:p>
    <w:p w14:paraId="2DA0862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aaccctaatt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actcattcgt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aagtctaatc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nnaattnctt</w:t>
      </w:r>
      <w:proofErr w:type="spellEnd"/>
    </w:p>
    <w:p w14:paraId="02466FC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ggtacaggct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gntanngtnc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aactcagggt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tattggacat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tctatgcaaa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633B5D0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taagcttaag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gttgatacag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cnnnnnnnan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gncannnnnn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nnnncattca</w:t>
      </w:r>
      <w:proofErr w:type="spellEnd"/>
    </w:p>
    <w:p w14:paraId="776C4AF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accaggacag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actttttcag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tgttagcttg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ttacaatggt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tcaccatctg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gtgtttacca</w:t>
      </w:r>
      <w:proofErr w:type="spellEnd"/>
    </w:p>
    <w:p w14:paraId="1085589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atgtgctatg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agacacaatt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tcactattaa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gggttcattc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cttaatggtt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catgtggtag</w:t>
      </w:r>
      <w:proofErr w:type="spellEnd"/>
    </w:p>
    <w:p w14:paraId="66A3CDB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ctctttttgt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atatggaatt</w:t>
      </w:r>
      <w:proofErr w:type="spellEnd"/>
    </w:p>
    <w:p w14:paraId="3517451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accaactgga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gttcatgctg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gcacagactt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agaaggtaac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ttttatggac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cttttgttga</w:t>
      </w:r>
      <w:proofErr w:type="spellEnd"/>
    </w:p>
    <w:p w14:paraId="58C3316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caggcaaaca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gcacaagcag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ctggtacgga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cacaactatt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acagttaatg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ttttagcttg</w:t>
      </w:r>
      <w:proofErr w:type="spellEnd"/>
    </w:p>
    <w:p w14:paraId="534AAA9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gttgtacgct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gctgttataa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atggagacag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gtggtttctc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aatcgattta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ccacaactct</w:t>
      </w:r>
      <w:proofErr w:type="spellEnd"/>
    </w:p>
    <w:p w14:paraId="727F0D7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aaccttgtgg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caattatgaa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cctctaacac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aagaccatgt</w:t>
      </w:r>
      <w:proofErr w:type="spellEnd"/>
    </w:p>
    <w:p w14:paraId="0F355BD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tgacatacta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ggacctcttt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ctgctcaaac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tggaattgcc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gttttagata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tgtgtgcttc</w:t>
      </w:r>
      <w:proofErr w:type="spellEnd"/>
    </w:p>
    <w:p w14:paraId="0D10078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attaaaagaa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ttactgcaaa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tggacgtacc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atattgggta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gtgctttatt</w:t>
      </w:r>
      <w:proofErr w:type="spellEnd"/>
    </w:p>
    <w:p w14:paraId="3AFD1B5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tttacacctt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tagacaatgc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tcaggtgtta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ctttccaaag</w:t>
      </w:r>
      <w:proofErr w:type="spellEnd"/>
    </w:p>
    <w:p w14:paraId="1B0E778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tgcagtgaaa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agaacaatca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agggtacaca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ccactggttg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ttactcacaa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ttttgacttc</w:t>
      </w:r>
      <w:proofErr w:type="spellEnd"/>
    </w:p>
    <w:p w14:paraId="150D36B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ttagtccaga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gtactcaatg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gtctttgttc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ttttttttgt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atgaaaatgc</w:t>
      </w:r>
      <w:proofErr w:type="spellEnd"/>
    </w:p>
    <w:p w14:paraId="36F9B4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ctttttacct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tttgctatgg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gtattattgc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tatgtctgct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tgtttgtcaa</w:t>
      </w:r>
      <w:proofErr w:type="spellEnd"/>
    </w:p>
    <w:p w14:paraId="2487887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acataagcat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gcatttctct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gtttgttttt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gttaccttct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tagcttattt</w:t>
      </w:r>
      <w:proofErr w:type="spellEnd"/>
    </w:p>
    <w:p w14:paraId="7E8A9BB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taatatggtc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tatatgcctg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ctagttgggt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gatgcgtatt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atgacatggt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tggatatggt</w:t>
      </w:r>
      <w:proofErr w:type="spellEnd"/>
    </w:p>
    <w:p w14:paraId="2685741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tgatactagt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ttgaagctaa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tatgtatgca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tcagctgtag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tgttactaat</w:t>
      </w:r>
      <w:proofErr w:type="spellEnd"/>
    </w:p>
    <w:p w14:paraId="68C31BF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ccttatgaca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gcaagaactg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tgtatgatga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tggtgctagg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agagtgtgga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cacttatgaa</w:t>
      </w:r>
      <w:proofErr w:type="spellEnd"/>
    </w:p>
    <w:p w14:paraId="2015113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ctcgtttata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aagtttatta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ttagatcaag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ccatttccat</w:t>
      </w:r>
      <w:proofErr w:type="spellEnd"/>
    </w:p>
    <w:p w14:paraId="6341A10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gtgggctctt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ataatctctg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ttacttctaa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ctactcaggt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gtagttacaa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ctgtcatgtt</w:t>
      </w:r>
      <w:proofErr w:type="spellEnd"/>
    </w:p>
    <w:p w14:paraId="67CB58A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tttggccaga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ggtattgttt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tgagtattgc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cctattttct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tcataactgg</w:t>
      </w:r>
      <w:proofErr w:type="spellEnd"/>
    </w:p>
    <w:p w14:paraId="7F156AC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taatacactt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cagtgtataa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tgctagttta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ggctattttt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gtacttgtta</w:t>
      </w:r>
      <w:proofErr w:type="spellEnd"/>
    </w:p>
    <w:p w14:paraId="73ADC87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ctttggcctc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ttttgtttac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tcaaccgcta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ctttagactg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actcttggtg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tttatgatta</w:t>
      </w:r>
      <w:proofErr w:type="spellEnd"/>
    </w:p>
    <w:p w14:paraId="6CEFEFA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cttagtttct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acacaggagt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ttagatatat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gaattcacag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ggactactcc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</w:p>
    <w:p w14:paraId="4BCA51C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tagcatagat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gccttcaaac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attgttgggt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gttggtggca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aaccttgtat</w:t>
      </w:r>
      <w:proofErr w:type="spellEnd"/>
    </w:p>
    <w:p w14:paraId="2BAF42D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caaagtagcc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actgtacagt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ctaaaatgtc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agatgtaaag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tgcacatcag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</w:p>
    <w:p w14:paraId="7DA3F0E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ctcagttttg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caacaactca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gagtagaatc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atcatctaaa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ttgtgggctc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aatgtgtcca</w:t>
      </w:r>
      <w:proofErr w:type="spellEnd"/>
    </w:p>
    <w:p w14:paraId="155D634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gttacacaat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tagctaaaga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tactactgaa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gcctttgaaa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aaatggtttc</w:t>
      </w:r>
      <w:proofErr w:type="spellEnd"/>
    </w:p>
    <w:p w14:paraId="3AB645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actactttct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gttttgcttt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ccatgcaggg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ataaacaagc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tttgtgaaga</w:t>
      </w:r>
      <w:proofErr w:type="spellEnd"/>
    </w:p>
    <w:p w14:paraId="7D924D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aatgctggac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aacagggcaa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ccttacaagc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tatagcctca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gagtttagtt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cccttccatc</w:t>
      </w:r>
      <w:proofErr w:type="spellEnd"/>
    </w:p>
    <w:p w14:paraId="70C722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atatgcagct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ctcaagaagc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ttatgagcag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atggtgattc</w:t>
      </w:r>
      <w:proofErr w:type="spellEnd"/>
    </w:p>
    <w:p w14:paraId="2294B31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tgaagaagtc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tttgaatgtg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gctaaatctg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aatttgaccg</w:t>
      </w:r>
      <w:proofErr w:type="spellEnd"/>
    </w:p>
    <w:p w14:paraId="3DA7926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tgatgcagcc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atgcaacgta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agttggaaaa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caagctatga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cccaaatgta</w:t>
      </w:r>
      <w:proofErr w:type="spellEnd"/>
    </w:p>
    <w:p w14:paraId="60A989A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taaacaggct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agatctgagg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acaagagggc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aaaagttact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agtgctatgc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agacaatgct</w:t>
      </w:r>
      <w:proofErr w:type="spellEnd"/>
    </w:p>
    <w:p w14:paraId="6313E4D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tttcactatg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cttagaaagt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tggataatga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tgcactcaac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aacattatca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acaatgcaag</w:t>
      </w:r>
      <w:proofErr w:type="spellEnd"/>
    </w:p>
    <w:p w14:paraId="0D3F56B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agatggttgt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gttcccttga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acataatacc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tcttacaaca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gcagccaaac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taatggttgt</w:t>
      </w:r>
      <w:proofErr w:type="spellEnd"/>
    </w:p>
    <w:p w14:paraId="51EE63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cataccagac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tataacacat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gtgtgatggt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acaacattta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</w:p>
    <w:p w14:paraId="417D475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agcattgtgg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gaaatccaac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aggttgtaga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tgcagatagt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aaaattgttc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aacttagtga</w:t>
      </w:r>
      <w:proofErr w:type="spellEnd"/>
    </w:p>
    <w:p w14:paraId="7E264A7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aattagtatg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gacaattcac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ctaatttagc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atggcctctt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attgtaacag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ctttaagggc</w:t>
      </w:r>
      <w:proofErr w:type="spellEnd"/>
    </w:p>
    <w:p w14:paraId="1E04899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caattctgct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gtcaaattac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agaataatga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gcttagtcct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gttgcactac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gacagatgtc</w:t>
      </w:r>
      <w:proofErr w:type="spellEnd"/>
    </w:p>
    <w:p w14:paraId="2F1FE43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ttgtgctgcc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ggtactacac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aaactgcttg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cactgatgac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aatgcgttag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cttactacaa</w:t>
      </w:r>
      <w:proofErr w:type="spellEnd"/>
    </w:p>
    <w:p w14:paraId="7583C55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cacaacaaag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ggaggtaggt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ttgtacttgc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actgttatcc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gatttacagg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atttgaaatg</w:t>
      </w:r>
      <w:proofErr w:type="spellEnd"/>
    </w:p>
    <w:p w14:paraId="5B3651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ggctagattc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cctaagagtg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atggaactgg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tactatttat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acagaactgg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aaccaccttg</w:t>
      </w:r>
      <w:proofErr w:type="spellEnd"/>
    </w:p>
    <w:p w14:paraId="4DE2876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taggtttgtt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acagacacac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ctaaaggtcc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taaagtgaag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tatttatact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ttattaaagg</w:t>
      </w:r>
      <w:proofErr w:type="spellEnd"/>
    </w:p>
    <w:p w14:paraId="067243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attaaacaac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ctaaatagag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gtatggtact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gctgccacag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tacgtctaca</w:t>
      </w:r>
      <w:proofErr w:type="spellEnd"/>
    </w:p>
    <w:p w14:paraId="6888FD3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agctggtaat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gcaacagaag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tgcctgccaa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ttcaactgta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ttatctttct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gtgcttttgc</w:t>
      </w:r>
      <w:proofErr w:type="spellEnd"/>
    </w:p>
    <w:p w14:paraId="6A67840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gctaaagctt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acaaagatta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tctagctagt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gggggacaac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caatcactaa</w:t>
      </w:r>
      <w:proofErr w:type="spellEnd"/>
    </w:p>
    <w:p w14:paraId="2040878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ttgtgttaag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atgttgtgta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tactggtcag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gcaataacag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ttacaccgga</w:t>
      </w:r>
      <w:proofErr w:type="spellEnd"/>
    </w:p>
    <w:p w14:paraId="669B824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agccaatatg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gatcaagaat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cctttggtgg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tgcatcgtgt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tgtctgtact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gccgttgcca</w:t>
      </w:r>
      <w:proofErr w:type="spellEnd"/>
    </w:p>
    <w:p w14:paraId="76E2E2B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catagatcat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ccaaatccta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aaggattttg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tgacttaaaa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ggtaagtatg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</w:p>
    <w:p w14:paraId="79218F4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tacaacttgt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gctaatgacc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ctgtgggttt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aacacagtct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gtaccgtctg</w:t>
      </w:r>
      <w:proofErr w:type="spellEnd"/>
    </w:p>
    <w:p w14:paraId="178190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cggtatgtgg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aaaggttatg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tgatcaactc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cgcgaaccca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tgcttcagtc</w:t>
      </w:r>
      <w:proofErr w:type="spellEnd"/>
    </w:p>
    <w:p w14:paraId="609ACB0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agctgatgca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caatcgtttt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taaacgggtt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tgcggtgtaa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gtgcagcccg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tcttacaccg</w:t>
      </w:r>
      <w:proofErr w:type="spellEnd"/>
    </w:p>
    <w:p w14:paraId="2D6B84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tgcggcacag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gcactagtac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tgatgtcgta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tacagggctt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caatgataaa</w:t>
      </w:r>
      <w:proofErr w:type="spellEnd"/>
    </w:p>
    <w:p w14:paraId="10CC4AC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gtagctggtt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cctaaaaact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aattgttgtc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gcttccaaga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aaaggacgaa</w:t>
      </w:r>
      <w:proofErr w:type="spellEnd"/>
    </w:p>
    <w:p w14:paraId="085DFE9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gatgacaatt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taattgattc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ttactttgta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gttaagagac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acactttctc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taactaccaa</w:t>
      </w:r>
      <w:proofErr w:type="spellEnd"/>
    </w:p>
    <w:p w14:paraId="18FD1DE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catgaagaaa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caatttataa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tttacttaag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gattgtccag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acatgacttc</w:t>
      </w:r>
      <w:proofErr w:type="spellEnd"/>
    </w:p>
    <w:p w14:paraId="41711D7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gaatagacgg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tgacatggta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ccacatatat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cacgtcaacg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tcttactaaa</w:t>
      </w:r>
      <w:proofErr w:type="spellEnd"/>
    </w:p>
    <w:p w14:paraId="2B83D29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cagacctcgt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ctatgcttta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aggcattttg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atgaaggtaa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ttgtgacaca</w:t>
      </w:r>
      <w:proofErr w:type="spellEnd"/>
    </w:p>
    <w:p w14:paraId="7B33CB5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ttaaaagaaa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tacttgtcac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atacaattgt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tgtgatgatg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attatttcaa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</w:p>
    <w:p w14:paraId="0D0BCD0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ttgtagaaaa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cccagatata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ttacgcgtat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acgccaactt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aggtgaacgt</w:t>
      </w:r>
      <w:proofErr w:type="spellEnd"/>
    </w:p>
    <w:p w14:paraId="18C6317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gtacgccaag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ttctgtgatg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ccatgcgaaa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tgctggtatt</w:t>
      </w:r>
      <w:proofErr w:type="spellEnd"/>
    </w:p>
    <w:p w14:paraId="066519A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gttggtgtac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tgacattaga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taatcaagat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ctcaatggta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actggtatga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tttcggtgat</w:t>
      </w:r>
      <w:proofErr w:type="spellEnd"/>
    </w:p>
    <w:p w14:paraId="6F95A0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ttcatacaaa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ccacgccagg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tagtggagtt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cctgttgtag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attcttatta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ttcattgtta</w:t>
      </w:r>
      <w:proofErr w:type="spellEnd"/>
    </w:p>
    <w:p w14:paraId="5A31211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atgcctatat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taaccttgac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cagggcttta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actgcagagt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cacatgttga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cactgactta</w:t>
      </w:r>
      <w:proofErr w:type="spellEnd"/>
    </w:p>
    <w:p w14:paraId="29CE92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acaaagcctt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acattaagtg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ggatttgtta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aaatatgact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tcacggaaga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gaggttaaaa</w:t>
      </w:r>
      <w:proofErr w:type="spellEnd"/>
    </w:p>
    <w:p w14:paraId="74D2106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ctctttgacc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gttattttaa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atattgggat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cagacatacc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acccaaattg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tgttaactgt</w:t>
      </w:r>
      <w:proofErr w:type="spellEnd"/>
    </w:p>
    <w:p w14:paraId="39CBA9E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gatgcattct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gcattgtgca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aactttaatg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ttttattctc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tacagtgttc</w:t>
      </w:r>
      <w:proofErr w:type="spellEnd"/>
    </w:p>
    <w:p w14:paraId="55424A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ccacttacaa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gttttggacc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actagtgaga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aaaatatttg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tccatttgta</w:t>
      </w:r>
      <w:proofErr w:type="spellEnd"/>
    </w:p>
    <w:p w14:paraId="6B40520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gtttcaactg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gataccactt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cagagagcta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ggtgttgtac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ataatcagga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tgtaaactta</w:t>
      </w:r>
      <w:proofErr w:type="spellEnd"/>
    </w:p>
    <w:p w14:paraId="1D98267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catagctcta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gacttagttt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taaggaatta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cttgtgtatg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ctgctgaccc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tgctatgcac</w:t>
      </w:r>
      <w:proofErr w:type="spellEnd"/>
    </w:p>
    <w:p w14:paraId="7108A5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actagataaa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cgcactacgt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gcttttcagt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agctgcactt</w:t>
      </w:r>
      <w:proofErr w:type="spellEnd"/>
    </w:p>
    <w:p w14:paraId="73C327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actaacaatg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aactgtcaaa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cccggtaatt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ttaacaaaga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cttctatgac</w:t>
      </w:r>
      <w:proofErr w:type="spellEnd"/>
    </w:p>
    <w:p w14:paraId="20CA671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ctaagggttt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ctttaaggaa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ggaagttctg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ttgaattaaa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acacttcttc</w:t>
      </w:r>
      <w:proofErr w:type="spellEnd"/>
    </w:p>
    <w:p w14:paraId="0FE2AA4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tttgctcagg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tgctatcagc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actatcgtta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taatctacca</w:t>
      </w:r>
      <w:proofErr w:type="spellEnd"/>
    </w:p>
    <w:p w14:paraId="05AAA74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acaatgtgtg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atatcagaca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actactattt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gtagttgaag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ttgttgataa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gtactttgat</w:t>
      </w:r>
      <w:proofErr w:type="spellEnd"/>
    </w:p>
    <w:p w14:paraId="7EE122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tgttacgatg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gtggctgtat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taatgctaac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caagtcatcg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tcaacaacct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agacaaatca</w:t>
      </w:r>
      <w:proofErr w:type="spellEnd"/>
    </w:p>
    <w:p w14:paraId="1DF3315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gctggttttc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catttaataa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atggggtaag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gctagacttt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attatgattc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aatgagttat</w:t>
      </w:r>
      <w:proofErr w:type="spellEnd"/>
    </w:p>
    <w:p w14:paraId="15B91D8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gaggatcaag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cgcatataca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aaacgtaatg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tcatccctac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tataactcaa</w:t>
      </w:r>
      <w:proofErr w:type="spellEnd"/>
    </w:p>
    <w:p w14:paraId="79AF1AC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atgaatctta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agtatgccat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aatagagctc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gcaccgtagc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tggtgtctct</w:t>
      </w:r>
      <w:proofErr w:type="spellEnd"/>
    </w:p>
    <w:p w14:paraId="4DA3813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atctgtagta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ctatgaccaa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tagacagttt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catcaaaaat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tattgaaatc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aatagccgcc</w:t>
      </w:r>
      <w:proofErr w:type="spellEnd"/>
    </w:p>
    <w:p w14:paraId="149FE5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actagaggag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ctactgtagt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aattggaaca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agcaaattct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atggtggttg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gcacaacatg</w:t>
      </w:r>
      <w:proofErr w:type="spellEnd"/>
    </w:p>
    <w:p w14:paraId="552602E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ttaaaaactg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tttatagtga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cctcacctta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tgggttggga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ttatcctaaa</w:t>
      </w:r>
      <w:proofErr w:type="spellEnd"/>
    </w:p>
    <w:p w14:paraId="2E49F83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tgtgatagag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ccatgcctaa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catgcttaga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attatggcct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cacttgttct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tgctcgcaaa</w:t>
      </w:r>
      <w:proofErr w:type="spellEnd"/>
    </w:p>
    <w:p w14:paraId="66C4147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catacaacgt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gttgtagctt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gtcacaccgt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ttctatagat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tagctaatga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gtgtgctcaa</w:t>
      </w:r>
      <w:proofErr w:type="spellEnd"/>
    </w:p>
    <w:p w14:paraId="0B522C2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gtattgagtg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aaatggtcat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gtgtggcggt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tcactatatg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ttaaaccagg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tggaacctca</w:t>
      </w:r>
      <w:proofErr w:type="spellEnd"/>
    </w:p>
    <w:p w14:paraId="6A7528A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tcaggagatg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ccacaactgc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ttatgctaat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agtgttttta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agctgtcacg</w:t>
      </w:r>
      <w:proofErr w:type="spellEnd"/>
    </w:p>
    <w:p w14:paraId="2BA5E0B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gccaatgtta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ggtaacaaaa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ttgccgataa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gtatgtccgc</w:t>
      </w:r>
      <w:proofErr w:type="spellEnd"/>
    </w:p>
    <w:p w14:paraId="15A9C57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acagacttta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tgagtgtctc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tatagaaata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gagatgttga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</w:p>
    <w:p w14:paraId="2D090D9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gtgaatgagt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tttacgcata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tttgcgtaaa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catttctcaa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tgatgatact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ttctgacgat</w:t>
      </w:r>
      <w:proofErr w:type="spellEnd"/>
    </w:p>
    <w:p w14:paraId="4F5A5B6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gtttcaatag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cacttatgca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tctcaaggtc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tagtggctag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cataaagaac</w:t>
      </w:r>
      <w:proofErr w:type="spellEnd"/>
    </w:p>
    <w:p w14:paraId="58705AB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tttaagtcag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tcaaaacaat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ctgaagcaaa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atgttggact</w:t>
      </w:r>
      <w:proofErr w:type="spellEnd"/>
    </w:p>
    <w:p w14:paraId="695463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gagactgacc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ttactaaagg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acctcatgaa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ttttgctctc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aacatacaat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gctagttaaa</w:t>
      </w:r>
      <w:proofErr w:type="spellEnd"/>
    </w:p>
    <w:p w14:paraId="6571D4B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cagggtgatg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attatgtgta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ccttccttac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ccagatccat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caagaatcct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aggggccggc</w:t>
      </w:r>
      <w:proofErr w:type="spellEnd"/>
    </w:p>
    <w:p w14:paraId="5AF956B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tgttttgtag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atgatatcgt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aaaaacagat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ggtacactta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tgattgaacg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gttcgtgtct</w:t>
      </w:r>
      <w:proofErr w:type="spellEnd"/>
    </w:p>
    <w:p w14:paraId="2A8101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ttagctatag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atgcttaccc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acttactaaa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catcctaatc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aggagtatgc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tgatgtcttt</w:t>
      </w:r>
      <w:proofErr w:type="spellEnd"/>
    </w:p>
    <w:p w14:paraId="3232B6B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catttgtact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tacaatacat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aagaaagcta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catgatgagt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taacaggaca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catgttagac</w:t>
      </w:r>
      <w:proofErr w:type="spellEnd"/>
    </w:p>
    <w:p w14:paraId="5E983C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atgtattctg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ttatgcttac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taatgataac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acttcaaggt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attgggaacc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tgagttttat</w:t>
      </w:r>
      <w:proofErr w:type="spellEnd"/>
    </w:p>
    <w:p w14:paraId="1142F50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gaggctatgt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acacaccgca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tacagtctta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caggctgttg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gggcttgtgt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tctttgcaat</w:t>
      </w:r>
      <w:proofErr w:type="spellEnd"/>
    </w:p>
    <w:p w14:paraId="50BF521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tcacagactt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cattaagatg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atacgtagac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cattcttatg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ttgtaaatgc</w:t>
      </w:r>
      <w:proofErr w:type="spellEnd"/>
    </w:p>
    <w:p w14:paraId="56BCB41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tgttacgacc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atgtcatatc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aacatcacat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aaattagtct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tgtctgttaa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tccgtatgtt</w:t>
      </w:r>
      <w:proofErr w:type="spellEnd"/>
    </w:p>
    <w:p w14:paraId="2056972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tgcaatgctc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caggttgtga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tgtcacagat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gtgactcaac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tttacttagg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aggtatgagc</w:t>
      </w:r>
      <w:proofErr w:type="spellEnd"/>
    </w:p>
    <w:p w14:paraId="34F0714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tattattgta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aatcacataa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accacccatt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agttttccat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tgtgtgctaa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tggacaagtt</w:t>
      </w:r>
      <w:proofErr w:type="spellEnd"/>
    </w:p>
    <w:p w14:paraId="0735A12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atgtgttggt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agcgataatg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ttactgactt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taatgcaatt</w:t>
      </w:r>
      <w:proofErr w:type="spellEnd"/>
    </w:p>
    <w:p w14:paraId="2F744D8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gcaacatgtg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actggacaaa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tgctggtgat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tacattttag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ctaacacctg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tactgaaaga</w:t>
      </w:r>
      <w:proofErr w:type="spellEnd"/>
    </w:p>
    <w:p w14:paraId="1BCE1CC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ctcaagcttt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ttgcagcaga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aacgctcaaa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gctactgagg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actgtcttat</w:t>
      </w:r>
      <w:proofErr w:type="spellEnd"/>
    </w:p>
    <w:p w14:paraId="4D3248F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ggtattgcta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ctgtacgtga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agtgctgtct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tacatctttc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atgggaagtt</w:t>
      </w:r>
      <w:proofErr w:type="spellEnd"/>
    </w:p>
    <w:p w14:paraId="1D25392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ggtaaaccta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gaccaccact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taaccgaaat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tatgtcttta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ctggttatcg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tgtaactaaa</w:t>
      </w:r>
      <w:proofErr w:type="spellEnd"/>
    </w:p>
    <w:p w14:paraId="380EE48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tacaaatagg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agagtacacc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tttgaaaaag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gtgactatgg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</w:p>
    <w:p w14:paraId="2E6150C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gtttaccgag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gtacaacaac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attattttgt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gctgacatca</w:t>
      </w:r>
      <w:proofErr w:type="spellEnd"/>
    </w:p>
    <w:p w14:paraId="6664BE4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catacagtaa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tgccattaag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tgcacctaca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ctagtgccac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aagagcacta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tgttagaatt</w:t>
      </w:r>
      <w:proofErr w:type="spellEnd"/>
    </w:p>
    <w:p w14:paraId="41E592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actggcttat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acccaacact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caatatctca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gatgagtttt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ctagcaatgt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tgcaaattat</w:t>
      </w:r>
      <w:proofErr w:type="spellEnd"/>
    </w:p>
    <w:p w14:paraId="1F295C6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caaaaggttg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gtatgcaaaa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gtattctaca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ctccagggac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cacctggtac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tggtaagagt</w:t>
      </w:r>
      <w:proofErr w:type="spellEnd"/>
    </w:p>
    <w:p w14:paraId="10CA8E2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cattttgcta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ttggcctagc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tctctactac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ccttctgctc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gcatagtgta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tacagcttgc</w:t>
      </w:r>
      <w:proofErr w:type="spellEnd"/>
    </w:p>
    <w:p w14:paraId="45BBFA2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tctcatgccg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ctgttgatgc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actatgtgag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aaggcattaa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aatatttgcc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tatagataaa</w:t>
      </w:r>
      <w:proofErr w:type="spellEnd"/>
    </w:p>
    <w:p w14:paraId="5778ACC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tgtagtagaa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ttatacctgc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acgtgctcgt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gtagagtgtt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caaagtgaat</w:t>
      </w:r>
      <w:proofErr w:type="spellEnd"/>
    </w:p>
    <w:p w14:paraId="4B88CC0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tcaacattag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cttttgtact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gtaaatgcat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tgcctgagac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gacagcagat</w:t>
      </w:r>
      <w:proofErr w:type="spellEnd"/>
    </w:p>
    <w:p w14:paraId="5A08B0F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atagttgtct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ttgatgaaat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ttcaatggcc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acaaattatg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atttgagtgt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tgtcaatgcc</w:t>
      </w:r>
      <w:proofErr w:type="spellEnd"/>
    </w:p>
    <w:p w14:paraId="1A79CDF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agattatgtg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ctaagcacta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tgtgtacatt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ggcgaccctg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ctcaattacc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tgcaccacgc</w:t>
      </w:r>
      <w:proofErr w:type="spellEnd"/>
    </w:p>
    <w:p w14:paraId="4DDE8B1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acattgctaa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ctaagggcac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actagaacca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gaatatttca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attcagtgtg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tagacttatg</w:t>
      </w:r>
      <w:proofErr w:type="spellEnd"/>
    </w:p>
    <w:p w14:paraId="6D89CFF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aaaactatag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gtccagacat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gttcctcgga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acttgtcggc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gttgtcctgc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tgaaattgtt</w:t>
      </w:r>
      <w:proofErr w:type="spellEnd"/>
    </w:p>
    <w:p w14:paraId="5AFBE0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gacactgtga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gtgctttggt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aagcttaaag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cacataaaga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caaatcagct</w:t>
      </w:r>
      <w:proofErr w:type="spellEnd"/>
    </w:p>
    <w:p w14:paraId="0BDF15D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caatgcttta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taagggtgtt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atcacgcatg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atgtttcatc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tgcaattaac</w:t>
      </w:r>
      <w:proofErr w:type="spellEnd"/>
    </w:p>
    <w:p w14:paraId="0854AB9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aggccacaaa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taggcgtggt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aagagaattc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cttacacgta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accctgcttg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gagaaaagct</w:t>
      </w:r>
      <w:proofErr w:type="spellEnd"/>
    </w:p>
    <w:p w14:paraId="3346E62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gtctttattt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caccttataa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ttcacagaat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gctgtagcct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caaagatttt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gggactacca</w:t>
      </w:r>
      <w:proofErr w:type="spellEnd"/>
    </w:p>
    <w:p w14:paraId="41F8C93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actcaaactg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ttgattcatc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acagggctca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gaatatgact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atgtcatatt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cactcaaacc</w:t>
      </w:r>
      <w:proofErr w:type="spellEnd"/>
    </w:p>
    <w:p w14:paraId="004B919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actgaaacag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ctcactcttg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taatgtaaac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agatttaatg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ttgctattac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cagagcaaaa</w:t>
      </w:r>
      <w:proofErr w:type="spellEnd"/>
    </w:p>
    <w:p w14:paraId="6E1DA63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gtaggcatac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gtctgataga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gacctttatg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acaagttgca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atttacaagt</w:t>
      </w:r>
      <w:proofErr w:type="spellEnd"/>
    </w:p>
    <w:p w14:paraId="027FAEE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cttgaaattc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cacgtaggaa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tgtggcaact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ttacaagctg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aaaatgtaac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aggactcttt</w:t>
      </w:r>
      <w:proofErr w:type="spellEnd"/>
    </w:p>
    <w:p w14:paraId="7765D1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aaagattgta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gtaaggtaat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cactgggtta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catcctacac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aggcacctac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acacctcagt</w:t>
      </w:r>
      <w:proofErr w:type="spellEnd"/>
    </w:p>
    <w:p w14:paraId="181FFF9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gttgacacta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aattcaaaac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tgtgttgacg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tacctggcat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acctaaggac</w:t>
      </w:r>
      <w:proofErr w:type="spellEnd"/>
    </w:p>
    <w:p w14:paraId="1E9D2F3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atgacctata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gaagactcat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ctctatgatg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ggttttaaaa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tgaattatca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</w:p>
    <w:p w14:paraId="0F29A91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taccctaaca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tgtttatcac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ccgcgaagaa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gctataagac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atgtacgtgc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atggattggc</w:t>
      </w:r>
      <w:proofErr w:type="spellEnd"/>
    </w:p>
    <w:p w14:paraId="4C48120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ttcgatgtcg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aggggtgtca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tgctactaga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gaagctgttg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gtaccaattt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acctttacag</w:t>
      </w:r>
      <w:proofErr w:type="spellEnd"/>
    </w:p>
    <w:p w14:paraId="03E92F8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ctacaggtgt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taacctagtt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gctgtaccta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caggttatgt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tgatacacct</w:t>
      </w:r>
      <w:proofErr w:type="spellEnd"/>
    </w:p>
    <w:p w14:paraId="23D1075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aataatacag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atttttccag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agttagtgct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aaaccaccgc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ctggagatca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</w:p>
    <w:p w14:paraId="251452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ctcataccac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aggacttcct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tggaatgtag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tgcgtataaa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gattgtacaa</w:t>
      </w:r>
      <w:proofErr w:type="spellEnd"/>
    </w:p>
    <w:p w14:paraId="17BD32C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atgttaagtg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acacacttaa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aaatctctct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gacagagtcg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tatttgtctt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atgggcacat</w:t>
      </w:r>
      <w:proofErr w:type="spellEnd"/>
    </w:p>
    <w:p w14:paraId="50519B0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ggctttgagt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tgacatctat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gaagtatttt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gtgaaaatag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gacctgagcg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cacctgttgt</w:t>
      </w:r>
      <w:proofErr w:type="spellEnd"/>
    </w:p>
    <w:p w14:paraId="65B4AE0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ctatgtgata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gacgtgccac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atgcttttcc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actgcttcag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acacttatgc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ctgttggcat</w:t>
      </w:r>
      <w:proofErr w:type="spellEnd"/>
    </w:p>
    <w:p w14:paraId="5F866BD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cattctattg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gatttgatta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cgtctataat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ccgtttatga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ttgatgttca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acaatggggt</w:t>
      </w:r>
      <w:proofErr w:type="spellEnd"/>
    </w:p>
    <w:p w14:paraId="42E3CA4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tttacaggta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acctacaaag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caaccatgat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ctgtattgtc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aagtccatgg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taatgcacat</w:t>
      </w:r>
      <w:proofErr w:type="spellEnd"/>
    </w:p>
    <w:p w14:paraId="37D408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gtagctagtt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gtgatgcaat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catgactagg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tgtctagctg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tccacgagtg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ctttgttaag</w:t>
      </w:r>
      <w:proofErr w:type="spellEnd"/>
    </w:p>
    <w:p w14:paraId="5C4FF54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cgtgttgact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ggactattga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atatcctata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aactgaagat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taatgcggct</w:t>
      </w:r>
      <w:proofErr w:type="spellEnd"/>
    </w:p>
    <w:p w14:paraId="028257B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ttcaacacat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ggttgttaaa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gctgcattat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tagcagacaa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attcccagtt</w:t>
      </w:r>
      <w:proofErr w:type="spellEnd"/>
    </w:p>
    <w:p w14:paraId="5D6B47D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cttcacgaca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ttggtaaccc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aagtgtgtac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ctcaagctga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tgtagaatgg</w:t>
      </w:r>
      <w:proofErr w:type="spellEnd"/>
    </w:p>
    <w:p w14:paraId="77B0E1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aagttctatg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atgcacagcc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ttgtagtgac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aaagcttata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aaatagaaga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attattctat</w:t>
      </w:r>
      <w:proofErr w:type="spellEnd"/>
    </w:p>
    <w:p w14:paraId="57C0F72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tcttatgcca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cacattctga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gatggtgtat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gcctattttg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gaattgcaat</w:t>
      </w:r>
      <w:proofErr w:type="spellEnd"/>
    </w:p>
    <w:p w14:paraId="20D78B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gtcgatagat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ttccattgtt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acactagagt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gctatctaac</w:t>
      </w:r>
      <w:proofErr w:type="spellEnd"/>
    </w:p>
    <w:p w14:paraId="0805496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cttaacttgc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ctggttgtga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tggtggcnnn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4DDCB3C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26E9B3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6E8CD0E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2B36B67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nnnnagcttg</w:t>
      </w:r>
      <w:proofErr w:type="spellEnd"/>
    </w:p>
    <w:p w14:paraId="6D029B9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tgggtttaca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aacaatttga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tacttataac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ctctggaaca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cttttacaag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acttcagagt</w:t>
      </w:r>
      <w:proofErr w:type="spellEnd"/>
    </w:p>
    <w:p w14:paraId="1818D29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ttagaaaatg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tggcttttaa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tgttgtaaat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aagggacact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ttgatggaca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acagggtgaa</w:t>
      </w:r>
      <w:proofErr w:type="spellEnd"/>
    </w:p>
    <w:p w14:paraId="0B52DA5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gtaccagttt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ctatcattaa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tacacaaaag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</w:p>
    <w:p w14:paraId="048E46D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attacctgtt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aatgtagcat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ttgagctttg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ggctaagcgc</w:t>
      </w:r>
      <w:proofErr w:type="spellEnd"/>
    </w:p>
    <w:p w14:paraId="61418CA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aacattaaac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cagtaccaga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ggtgaaaata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ctcaataatt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tgggtgtgga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cattgctgct</w:t>
      </w:r>
      <w:proofErr w:type="spellEnd"/>
    </w:p>
    <w:p w14:paraId="2ABD28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aatactgtga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tctgggacta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caaaagagat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gctccagcac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atatatctac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tattggtgtt</w:t>
      </w:r>
      <w:proofErr w:type="spellEnd"/>
    </w:p>
    <w:p w14:paraId="35D3F7C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tgttctatga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ctgacatagc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caagaaacca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attgaaacga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tttgtgcacc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actcactgtc</w:t>
      </w:r>
      <w:proofErr w:type="spellEnd"/>
    </w:p>
    <w:p w14:paraId="1FD6427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ttttttgatg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gtagagttga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tggtcaagta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gacttattta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gaaatgcccg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taatggtgtt</w:t>
      </w:r>
      <w:proofErr w:type="spellEnd"/>
    </w:p>
    <w:p w14:paraId="79BFFA7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agggtagtgt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caaccatctg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taggtcccaa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acaagctagt</w:t>
      </w:r>
      <w:proofErr w:type="spellEnd"/>
    </w:p>
    <w:p w14:paraId="54F956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cttaatggag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tcacattaat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tggagaagcc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gtaaaaacac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agttcaatta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</w:p>
    <w:p w14:paraId="7C79D0C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ttgtccaaca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attacctgaa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acttacttta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aaatttacaa</w:t>
      </w:r>
      <w:proofErr w:type="spellEnd"/>
    </w:p>
    <w:p w14:paraId="684AA08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gaatttaaac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ccaggagtca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aatggaaatt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gatttcttag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aattagctat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ggatgaattc</w:t>
      </w:r>
      <w:proofErr w:type="spellEnd"/>
    </w:p>
    <w:p w14:paraId="11FC62C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ataaattaga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aggctatgcc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ttcgaacata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tcgtttatgg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agattttagt</w:t>
      </w:r>
      <w:proofErr w:type="spellEnd"/>
    </w:p>
    <w:p w14:paraId="1A667E6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catagtcagt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taggtggttt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acatctactg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attggactag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ctaaacgttt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taaggaatca</w:t>
      </w:r>
      <w:proofErr w:type="spellEnd"/>
    </w:p>
    <w:p w14:paraId="690C16E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ccttttgaat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tagaagattt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tattcctatg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gacagtacag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ttaaaaacta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tttcataaca</w:t>
      </w:r>
      <w:proofErr w:type="spellEnd"/>
    </w:p>
    <w:p w14:paraId="0FD75B7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gatgcgcaaa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caggttcatc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taagtgtgtg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tgttctgtta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ttgatttatt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acttgatgat</w:t>
      </w:r>
      <w:proofErr w:type="spellEnd"/>
    </w:p>
    <w:p w14:paraId="53DC72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tttgttgaaa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taataaaatc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ccaagattta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tctgtagttt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ctaaggttgt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caaagtgact</w:t>
      </w:r>
      <w:proofErr w:type="spellEnd"/>
    </w:p>
    <w:p w14:paraId="4B230C9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attgactata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cagaaatttc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atttatgctt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atggccatgt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agaaacattt</w:t>
      </w:r>
      <w:proofErr w:type="spellEnd"/>
    </w:p>
    <w:p w14:paraId="1AA6213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tacccaaaat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tacaatctag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tcaagcgtgg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caaccgggtg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ttgctatgcc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taatctttac</w:t>
      </w:r>
      <w:proofErr w:type="spellEnd"/>
    </w:p>
    <w:p w14:paraId="7255358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aaaatgcaaa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gaatgctatt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agaaaagtgt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gaccttcaaa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attatggtga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tagtgcaaca</w:t>
      </w:r>
      <w:proofErr w:type="spellEnd"/>
    </w:p>
    <w:p w14:paraId="49F4B57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ttacctaaag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gcataatgat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gaatgtcgca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aaatatactc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aactgtgtca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atatttaaac</w:t>
      </w:r>
      <w:proofErr w:type="spellEnd"/>
    </w:p>
    <w:p w14:paraId="4BE1B20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acattaacat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tagctgtacc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ctataatatg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agagttatac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attttggtgc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tggttctgat</w:t>
      </w:r>
      <w:proofErr w:type="spellEnd"/>
    </w:p>
    <w:p w14:paraId="2C787C2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caccaggtac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agctgtttta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tgcctacggg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tacgctgctt</w:t>
      </w:r>
      <w:proofErr w:type="spellEnd"/>
    </w:p>
    <w:p w14:paraId="2540DA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gtcgattcag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atcttaatga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ctttgtctct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gatgcagatt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caactttgat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tggtgattgt</w:t>
      </w:r>
      <w:proofErr w:type="spellEnd"/>
    </w:p>
    <w:p w14:paraId="4402F9B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gcaactgtac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atacagctaa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taaatgggat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ctcattatta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gtgatatgta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cgaccctaag</w:t>
      </w:r>
      <w:proofErr w:type="spellEnd"/>
    </w:p>
    <w:p w14:paraId="41338B9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actaaaaatg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ttacaaaaga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aaatgactct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aaagagggtt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ttttcactta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catttgtggg</w:t>
      </w:r>
      <w:proofErr w:type="spellEnd"/>
    </w:p>
    <w:p w14:paraId="718022E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aaaagctagc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tcttggaggt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tccgtggcta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taaagataac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agaacattct</w:t>
      </w:r>
      <w:proofErr w:type="spellEnd"/>
    </w:p>
    <w:p w14:paraId="5BC9124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tggaatgctg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atctttataa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gctcatggga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cacttcgcat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ggtggacagc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ctttgttact</w:t>
      </w:r>
      <w:proofErr w:type="spellEnd"/>
    </w:p>
    <w:p w14:paraId="4BCFE7F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aatgtgaatg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cgtcatcatc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tgaagcattt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ttaattggat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gtaattatct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tggcaaacca</w:t>
      </w:r>
      <w:proofErr w:type="spellEnd"/>
    </w:p>
    <w:p w14:paraId="0202E05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cgcgaacaaa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tagatggtta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tgtcatgcat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gcaaattaca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tattttggag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gaatacaaat</w:t>
      </w:r>
      <w:proofErr w:type="spellEnd"/>
    </w:p>
    <w:p w14:paraId="436491B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ccaattcagt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tgtcttccta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ttctttattt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gacatgagta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aatttcccct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taaattaagg</w:t>
      </w:r>
      <w:proofErr w:type="spellEnd"/>
    </w:p>
    <w:p w14:paraId="0436F0D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ggtactgctg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ttatgtcttt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aaaagaaggt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caaatcaatg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atatgatttt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atctcttctt</w:t>
      </w:r>
      <w:proofErr w:type="spellEnd"/>
    </w:p>
    <w:p w14:paraId="4AC29DB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agtaaaggta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gacttataat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tagagaaaac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aacagagttg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ttatttctag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tgatgttctt</w:t>
      </w:r>
      <w:proofErr w:type="spellEnd"/>
    </w:p>
    <w:p w14:paraId="2729F42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gttaacaact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aaacgaacaa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tcttgtttta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ttgccactag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tctctagtca</w:t>
      </w:r>
      <w:proofErr w:type="spellEnd"/>
    </w:p>
    <w:p w14:paraId="0F88B1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gtgtgttaat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cttataacca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gaactcaatc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atacactaat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tctttcacac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gtggtgttta</w:t>
      </w:r>
      <w:proofErr w:type="spellEnd"/>
    </w:p>
    <w:p w14:paraId="0A1F5DB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ttaccctgac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aaagttttca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gatcctcagt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tttacattca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actcaggact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tgttcttacc</w:t>
      </w:r>
      <w:proofErr w:type="spellEnd"/>
    </w:p>
    <w:p w14:paraId="705B16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tttcttttcc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aatgttactt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ggttccatgc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tatacatgtc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tctgggacca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atggtactaa</w:t>
      </w:r>
      <w:proofErr w:type="spellEnd"/>
    </w:p>
    <w:p w14:paraId="7172E26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gaggtttgat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aaccctgtcc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taccatttaa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tgatggtgtt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ccactgagaa</w:t>
      </w:r>
      <w:proofErr w:type="spellEnd"/>
    </w:p>
    <w:p w14:paraId="5F65962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gtctaacata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ataagaggct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ggatttttgg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tactacttta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gattcgaaga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cccagtccct</w:t>
      </w:r>
      <w:proofErr w:type="spellEnd"/>
    </w:p>
    <w:p w14:paraId="573E9B0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acttattgtt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aataacgcta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ctaatgttgt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tattaaagtc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tgtgaatttc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aattttgtaa</w:t>
      </w:r>
      <w:proofErr w:type="spellEnd"/>
    </w:p>
    <w:p w14:paraId="17CD55B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tgatccattt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ttggatgttt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attaccacaa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</w:p>
    <w:p w14:paraId="3B5E645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</w:p>
    <w:p w14:paraId="2F3B1D3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</w:p>
    <w:p w14:paraId="09DBA94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aatttagggc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gtgatctccc</w:t>
      </w:r>
      <w:proofErr w:type="spellEnd"/>
    </w:p>
    <w:p w14:paraId="4AF9154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tcagggtttt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tcggctttag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aaccattggt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agatttgcca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ataggtatta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acatcactag</w:t>
      </w:r>
      <w:proofErr w:type="spellEnd"/>
    </w:p>
    <w:p w14:paraId="50B1350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gtttcaaact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ttacttgctt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tacatagaag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cctggtgatt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cttcttcagg</w:t>
      </w:r>
      <w:proofErr w:type="spellEnd"/>
    </w:p>
    <w:p w14:paraId="394B51C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ttggacagct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ggtgctgcag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cttattatgt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gggttatctt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caacctagga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cttttctatt</w:t>
      </w:r>
      <w:proofErr w:type="spellEnd"/>
    </w:p>
    <w:p w14:paraId="198C7CF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gaaaatggaa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ccattacaga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tgtgcacttg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accctctctc</w:t>
      </w:r>
      <w:proofErr w:type="spellEnd"/>
    </w:p>
    <w:p w14:paraId="3DA38C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agaaacaaag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tgtacgttga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aatccttcac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tgtagaaaaa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ggaatctatc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aaacttctaa</w:t>
      </w:r>
      <w:proofErr w:type="spellEnd"/>
    </w:p>
    <w:p w14:paraId="46535E6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ctttagagtc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caaccaacag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aatctattgt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tagatttcct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aatattacaa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acttgtgccc</w:t>
      </w:r>
      <w:proofErr w:type="spellEnd"/>
    </w:p>
    <w:p w14:paraId="075A62B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gtttttaacg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ccaccagatt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tgcatctgtt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tatgcttgga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acaggaagag</w:t>
      </w:r>
      <w:proofErr w:type="spellEnd"/>
    </w:p>
    <w:p w14:paraId="3189447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aatcagcaac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tgtgttgctg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attattctgt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cctatataat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ttcgcaccat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ttttcgcttt</w:t>
      </w:r>
      <w:proofErr w:type="spellEnd"/>
    </w:p>
    <w:p w14:paraId="7A14887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taagtgttat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ggagtgtctc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ctactaaatt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aaatgatctc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tgctttacta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</w:p>
    <w:p w14:paraId="00C3DAA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agattcattt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gtaattagag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gtaatgaagt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cagccaaatc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gctccagggc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aaactggaaa</w:t>
      </w:r>
      <w:proofErr w:type="spellEnd"/>
    </w:p>
    <w:p w14:paraId="74A9078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tattgctgat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tataattata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aattaccaga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tgattttaca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ggctgcgtta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tagcttggaa</w:t>
      </w:r>
      <w:proofErr w:type="spellEnd"/>
    </w:p>
    <w:p w14:paraId="139270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ttctaacaag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cttgattcta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aggttggtgg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taattataat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tacctgtata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gattgtttag</w:t>
      </w:r>
      <w:proofErr w:type="spellEnd"/>
    </w:p>
    <w:p w14:paraId="73DFB0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gaagtctaat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ctcaaacctt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ttgagagaga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tatttcaact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gaaatctatc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aggccggtaa</w:t>
      </w:r>
      <w:proofErr w:type="spellEnd"/>
    </w:p>
    <w:p w14:paraId="67944B4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caaaccttgt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aatggtgttg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caggttttaa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cctttacgat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catatggttt</w:t>
      </w:r>
      <w:proofErr w:type="spellEnd"/>
    </w:p>
    <w:p w14:paraId="3F186C9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ccgacccact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tatggtgttg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gtcaccaacc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atacagagta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gtagtacttt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cttttgaact</w:t>
      </w:r>
      <w:proofErr w:type="spellEnd"/>
    </w:p>
    <w:p w14:paraId="270B6EA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tctacatgca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ccagcaactg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tttgtggacc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taaaaagtct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actaatttgg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ttaaaaacaa</w:t>
      </w:r>
      <w:proofErr w:type="spellEnd"/>
    </w:p>
    <w:p w14:paraId="7CA07ED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atgtgtcaat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ttcaacttca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atggtttaac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aggcacaggt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gttcttactg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agtctaacaa</w:t>
      </w:r>
      <w:proofErr w:type="spellEnd"/>
    </w:p>
    <w:p w14:paraId="342EE23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aaagtttctg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cctttccaac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aatttggcag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agacattgct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gacactactg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atgctgtccg</w:t>
      </w:r>
      <w:proofErr w:type="spellEnd"/>
    </w:p>
    <w:p w14:paraId="05A8FED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tgatccacag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acacttgaga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ttcttgacat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tacaccatgt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tcttttggtg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gtgtcagtgt</w:t>
      </w:r>
      <w:proofErr w:type="spellEnd"/>
    </w:p>
    <w:p w14:paraId="3F466EE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tataacacca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ggaacaaata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cttctaacca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ggttgctgtt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ctttatcagg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gtgttaactg</w:t>
      </w:r>
      <w:proofErr w:type="spellEnd"/>
    </w:p>
    <w:p w14:paraId="0C196F1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cacagaagtc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cctgttgcta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ttcatgcaga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tcaacttact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cctacttggc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gtgtttattc</w:t>
      </w:r>
      <w:proofErr w:type="spellEnd"/>
    </w:p>
    <w:p w14:paraId="46C83AD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tacaggttct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aatgtttttc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aaacacgtgc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aggctgttta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ataggggctg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aatatgtcaa</w:t>
      </w:r>
      <w:proofErr w:type="spellEnd"/>
    </w:p>
    <w:p w14:paraId="0A85663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caactcatat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gagtgtgaca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tacccattgg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tgcaggtata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tgcgctagtt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atcagactca</w:t>
      </w:r>
      <w:proofErr w:type="spellEnd"/>
    </w:p>
    <w:p w14:paraId="3AAF940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gactaagtct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catcggcggg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cacgtagtgt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agctagtcaa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tccatcattg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cctacactat</w:t>
      </w:r>
      <w:proofErr w:type="spellEnd"/>
    </w:p>
    <w:p w14:paraId="7CCF1CB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gtcacttggt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gcagaaaatt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cagttgctta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ctctaataac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tctattgcca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tacccacaaa</w:t>
      </w:r>
      <w:proofErr w:type="spellEnd"/>
    </w:p>
    <w:p w14:paraId="308DBDE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ttttactatt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agtgttacca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cagaaattct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accagtgtct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atgaccaaga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catcagtaga</w:t>
      </w:r>
      <w:proofErr w:type="spellEnd"/>
    </w:p>
    <w:p w14:paraId="48BBE2F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ttgtacaatg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tacatttgtg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gtgattcaac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tgaatgcagc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aatcttttgt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tgcaatatgg</w:t>
      </w:r>
      <w:proofErr w:type="spellEnd"/>
    </w:p>
    <w:p w14:paraId="6AFF34E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cagtttttgt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acacaattaa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aacgtgcttt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aactggaata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gctgttgaac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aagacaaaaa</w:t>
      </w:r>
      <w:proofErr w:type="spellEnd"/>
    </w:p>
    <w:p w14:paraId="5B9EA3C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gtttttgcac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aagtcaaaca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acaccaccaa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ttaaatattt</w:t>
      </w:r>
      <w:proofErr w:type="spellEnd"/>
    </w:p>
    <w:p w14:paraId="6FFE7D0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aatttttcac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aaatattacc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agatccatca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aaaccaagca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agaggtcatt</w:t>
      </w:r>
      <w:proofErr w:type="spellEnd"/>
    </w:p>
    <w:p w14:paraId="110F976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tattgaagat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ctacttttca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acttgcagat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gctggcttca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tcaaacaata</w:t>
      </w:r>
      <w:proofErr w:type="spellEnd"/>
    </w:p>
    <w:p w14:paraId="1E2F97F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tggtgattgc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cttggtgata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ttgctgctag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agacctcatt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tgtgcacaaa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agtttaacgg</w:t>
      </w:r>
      <w:proofErr w:type="spellEnd"/>
    </w:p>
    <w:p w14:paraId="22E6BB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ccttactgtt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ttgccacctt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tgctcacaga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tgaaatgatt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gctcaataca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cttctgcact</w:t>
      </w:r>
      <w:proofErr w:type="spellEnd"/>
    </w:p>
    <w:p w14:paraId="08BD6B6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gttagcgggt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acaatcactt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ctggttggac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ctttggtgca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ggtgctgcat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</w:p>
    <w:p w14:paraId="65CD054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atttgctatg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caaatggctt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ataggtttaa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tggtattgga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gttacacaga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atgttctcta</w:t>
      </w:r>
      <w:proofErr w:type="spellEnd"/>
    </w:p>
    <w:p w14:paraId="055193D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tgagaaccaa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aaattgattg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ccaaccaatt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taatagtgct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attggcaaaa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ttcaagactc</w:t>
      </w:r>
      <w:proofErr w:type="spellEnd"/>
    </w:p>
    <w:p w14:paraId="25A0BD4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actttcttcc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acagcaagtg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cacttggaaa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acttcaagat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gtggtcaacc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ataatgcaca</w:t>
      </w:r>
      <w:proofErr w:type="spellEnd"/>
    </w:p>
    <w:p w14:paraId="2289118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agctttaaac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acgcttgtta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aacaacttag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ctccaaattt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ggtgcaattt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caagtgtttt</w:t>
      </w:r>
      <w:proofErr w:type="spellEnd"/>
    </w:p>
    <w:p w14:paraId="7F7304C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aaatgatatc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ctttcacgtc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ttgacaaagt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tgaggctgaa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gtgcaaattg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ataggttgat</w:t>
      </w:r>
      <w:proofErr w:type="spellEnd"/>
    </w:p>
    <w:p w14:paraId="7A8ADC6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cacaggcaga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cttcaaagtt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tgcagacata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tgtgactcaa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caattaatta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gagctgcaga</w:t>
      </w:r>
      <w:proofErr w:type="spellEnd"/>
    </w:p>
    <w:p w14:paraId="3C35FF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aatcagagct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tctgctaatc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ttgctgctac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taaaatgtca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gagtgtgtac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ttggacaatc</w:t>
      </w:r>
      <w:proofErr w:type="spellEnd"/>
    </w:p>
    <w:p w14:paraId="7E84D45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aaaaagagtt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gatttttgtg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gaaagggcta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tcatcttatg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tccttccctc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agtcagcacc</w:t>
      </w:r>
      <w:proofErr w:type="spellEnd"/>
    </w:p>
    <w:p w14:paraId="48D37EB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tcatggtgta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gtcttcttgc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atgtgactta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tgtccctgca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caagaaaaga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acttcacaac</w:t>
      </w:r>
      <w:proofErr w:type="spellEnd"/>
    </w:p>
    <w:p w14:paraId="74B16D2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tgctcctgcc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atttgtcatg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atggaaaagc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acactttcct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cgtgaaggtg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tctttgtttc</w:t>
      </w:r>
      <w:proofErr w:type="spellEnd"/>
    </w:p>
    <w:p w14:paraId="55B4505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aaatggcaca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cactggtttg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taacacaaag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gaatttttat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gaaccacaaa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tcattactac</w:t>
      </w:r>
      <w:proofErr w:type="spellEnd"/>
    </w:p>
    <w:p w14:paraId="017C2E2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agacaacaca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tttgtgtctg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gtaactgtga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tgttgtaata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ggaattgtca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acaacacagt</w:t>
      </w:r>
      <w:proofErr w:type="spellEnd"/>
    </w:p>
    <w:p w14:paraId="14030EE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ttatgatcct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ttgcaacctg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aattagattc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attcaaggag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gagttagata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aatattttaa</w:t>
      </w:r>
      <w:proofErr w:type="spellEnd"/>
    </w:p>
    <w:p w14:paraId="5460202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gaatcataca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tcaccagatg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ttgatttagg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tgacatctct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ggcattaatg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cttcagttgt</w:t>
      </w:r>
      <w:proofErr w:type="spellEnd"/>
    </w:p>
    <w:p w14:paraId="06BEEBF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aaacattcaa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aaagaaattg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accgcctcaa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tgaggttgcc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atgaatctct</w:t>
      </w:r>
      <w:proofErr w:type="spellEnd"/>
    </w:p>
    <w:p w14:paraId="656E8EA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catcgatctc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caagaacttg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gaaagtatga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gcagtatata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aaatggccat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ggtacatttg</w:t>
      </w:r>
      <w:proofErr w:type="spellEnd"/>
    </w:p>
    <w:p w14:paraId="5D63CAE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gctaggtttt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atagctggct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tgattgccat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agtaatggtg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acaattatgc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tttgctgtat</w:t>
      </w:r>
      <w:proofErr w:type="spellEnd"/>
    </w:p>
    <w:p w14:paraId="586AD94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gaccagttgc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tgtagttgtc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tcaagggctg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ttgttcttgt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ggatcctgct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gcaaatttga</w:t>
      </w:r>
      <w:proofErr w:type="spellEnd"/>
    </w:p>
    <w:p w14:paraId="161E53D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tgaagacgac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tctgagccag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tgctcaaagg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agtcaaatta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cattacacat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aaacgaactt</w:t>
      </w:r>
      <w:proofErr w:type="spellEnd"/>
    </w:p>
    <w:p w14:paraId="2482E07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atggatttgt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cttcacaatt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ggaactgtaa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ctttgaagca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aggtgaaatc</w:t>
      </w:r>
      <w:proofErr w:type="spellEnd"/>
    </w:p>
    <w:p w14:paraId="4BE9A65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aaggatgcta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ctccttcaga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ttttgttcgc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gctactgcaa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cgataccgat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acaagcctca</w:t>
      </w:r>
      <w:proofErr w:type="spellEnd"/>
    </w:p>
    <w:p w14:paraId="5D9E6C0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ctccctttcg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gatggcttat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tgttggcgtt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gcacttcttg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ctgtttttca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gagcgcttcc</w:t>
      </w:r>
      <w:proofErr w:type="spellEnd"/>
    </w:p>
    <w:p w14:paraId="21A268D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aaaatcataa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ctctcaaaaa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gagatggcaa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ctagcactct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ccaagggtgt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tcactttgtt</w:t>
      </w:r>
      <w:proofErr w:type="spellEnd"/>
    </w:p>
    <w:p w14:paraId="6E9D9B7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tgcaacttgc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tgttgttgtt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tgtaacagtt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tactcacacc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ttttgctcgt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tgctgctggc</w:t>
      </w:r>
      <w:proofErr w:type="spellEnd"/>
    </w:p>
    <w:p w14:paraId="2F62BC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cttgaagccc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cttttctcta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tctttatgct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ttagtctact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tcttgcagag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tataaacttt</w:t>
      </w:r>
      <w:proofErr w:type="spellEnd"/>
    </w:p>
    <w:p w14:paraId="79E7C18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gtaagaataa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taatgaggct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ttggctttgc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tggaaatgcc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gttccaaaaa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cccattattt</w:t>
      </w:r>
      <w:proofErr w:type="spellEnd"/>
    </w:p>
    <w:p w14:paraId="4AF8A8F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tatgatgcca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actattttct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ttgctggcat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actaattgtt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acgactattg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tataccttac</w:t>
      </w:r>
      <w:proofErr w:type="spellEnd"/>
    </w:p>
    <w:p w14:paraId="40760F4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aatagtgtaa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cttcttcaat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tgtcattact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tcaggtgatg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gcacaacaag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tcctatttct</w:t>
      </w:r>
      <w:proofErr w:type="spellEnd"/>
    </w:p>
    <w:p w14:paraId="0C34D59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gaacatgact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accagattgg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tggttatact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gaaaaatggg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aatctggagt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aaaagactgt</w:t>
      </w:r>
      <w:proofErr w:type="spellEnd"/>
    </w:p>
    <w:p w14:paraId="61F2973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gttgtattac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acagttactt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cacttcagac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tattaccagc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tgtactcaac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tcaattgagt</w:t>
      </w:r>
      <w:proofErr w:type="spellEnd"/>
    </w:p>
    <w:p w14:paraId="329FC38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acagacattg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gtgttgaaca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tgttaccttc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ttcatctaca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tgatgagcct</w:t>
      </w:r>
      <w:proofErr w:type="spellEnd"/>
    </w:p>
    <w:p w14:paraId="361D659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gaagaacatg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tccaaattca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cacaatcgac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ggttcatccg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gagttgttaa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tccagtaatg</w:t>
      </w:r>
      <w:proofErr w:type="spellEnd"/>
    </w:p>
    <w:p w14:paraId="20CE3CC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gaaccaattt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atgatgaacc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gacgacgact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actagcgtgc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ctttgtaagc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acaagctgat</w:t>
      </w:r>
      <w:proofErr w:type="spellEnd"/>
    </w:p>
    <w:p w14:paraId="22FD59C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gagtacgaac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ttatgtactc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attcgtttcg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gaagagatag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gtacgttaat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agttaatagc</w:t>
      </w:r>
      <w:proofErr w:type="spellEnd"/>
    </w:p>
    <w:p w14:paraId="6C69304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gtacttcttt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ttcttgcttt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cgtggtattc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ttgctagtta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cactagccat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ccttactgcg</w:t>
      </w:r>
      <w:proofErr w:type="spellEnd"/>
    </w:p>
    <w:p w14:paraId="1A6F0F7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cttcgattgt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gtgcgtactg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ctgcaatatt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gttaacgtga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gtcttgtaaa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accttctttt</w:t>
      </w:r>
      <w:proofErr w:type="spellEnd"/>
    </w:p>
    <w:p w14:paraId="31B0BD5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tacgtttact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ctcgtgttaa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aaatctgaat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tcttctagag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ttcctgatct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tctggtctaa</w:t>
      </w:r>
      <w:proofErr w:type="spellEnd"/>
    </w:p>
    <w:p w14:paraId="645D8C0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acgaactaaa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tattatatta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gtttttctgt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ttggaacttt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aattttagcc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atggcagatt</w:t>
      </w:r>
      <w:proofErr w:type="spellEnd"/>
    </w:p>
    <w:p w14:paraId="73D1A9F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ccaacggtac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tattaccgtt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gaagagctta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aaaagctcct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tgaagaatgg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aacctagtaa</w:t>
      </w:r>
      <w:proofErr w:type="spellEnd"/>
    </w:p>
    <w:p w14:paraId="4D71E56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taggtttcct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attccttaca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tggatttgtc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ttctacaatt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tgcctatgcc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aacaggaata</w:t>
      </w:r>
      <w:proofErr w:type="spellEnd"/>
    </w:p>
    <w:p w14:paraId="257BAD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ggtttttgta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tataattaag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ttaattttcc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tctggctgtt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atggccagta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actttaactt</w:t>
      </w:r>
      <w:proofErr w:type="spellEnd"/>
    </w:p>
    <w:p w14:paraId="14BA756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gttttgtgct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tacagaataa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attggatcac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cggtggaatt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gctatcgcaa</w:t>
      </w:r>
      <w:proofErr w:type="spellEnd"/>
    </w:p>
    <w:p w14:paraId="50372C6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tggcttgtct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tgtaggcttg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atgtggctca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gctacttcat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tgcttctttc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agactgtttg</w:t>
      </w:r>
      <w:proofErr w:type="spellEnd"/>
    </w:p>
    <w:p w14:paraId="6FAFAE3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cgcgtacgcg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tcatttaatc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cagaaactaa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cattcttctc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aacgtgccac</w:t>
      </w:r>
      <w:proofErr w:type="spellEnd"/>
    </w:p>
    <w:p w14:paraId="41BBF17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tccatggcac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tattctgacc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agaccgcttc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tagaaagtga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actcgtaatc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ggagctgtga</w:t>
      </w:r>
      <w:proofErr w:type="spellEnd"/>
    </w:p>
    <w:p w14:paraId="622B289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tccttcgtgg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acatcttcgt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attgctggac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accatctagg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acgctgtgac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atcaaggacc</w:t>
      </w:r>
      <w:proofErr w:type="spellEnd"/>
    </w:p>
    <w:p w14:paraId="2CC0F1D6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tgcctaaaga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aatcactgtt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gctacatcac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gaacgctttc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ttattacaaa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ttgggagctt</w:t>
      </w:r>
      <w:proofErr w:type="spellEnd"/>
    </w:p>
    <w:p w14:paraId="010A757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cgcagcgtgt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agcaggtgac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tcaggttttg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ctgcatacag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tcgctacagg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attggcaact</w:t>
      </w:r>
      <w:proofErr w:type="spellEnd"/>
    </w:p>
    <w:p w14:paraId="0948033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ataaattaaa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cacagaccat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tccagtagca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gtgacaatat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tgctttgctt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gtacagtaag</w:t>
      </w:r>
      <w:proofErr w:type="spellEnd"/>
    </w:p>
    <w:p w14:paraId="2AB0DB7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tgacaacaga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tgtttcatct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cgttgacttt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caggttacta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tagcagagat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attactaatt</w:t>
      </w:r>
      <w:proofErr w:type="spellEnd"/>
    </w:p>
    <w:p w14:paraId="5DDFE1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attatgcgga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cttttaaagt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ttccatttgg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aatcttgatt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acatcataaa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cctcataatt</w:t>
      </w:r>
      <w:proofErr w:type="spellEnd"/>
    </w:p>
    <w:p w14:paraId="70DA99F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ctaagtcact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aactgagaat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aaatattctc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aattagatga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agagcaacca</w:t>
      </w:r>
      <w:proofErr w:type="spellEnd"/>
    </w:p>
    <w:p w14:paraId="0D5287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atggagattc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attcttttct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tggcactgat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aacactcgct</w:t>
      </w:r>
      <w:proofErr w:type="spellEnd"/>
    </w:p>
    <w:p w14:paraId="3216DF8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acttgtgagc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tttatcacta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ccaagagtgt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gttagaggta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caacagtact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tttaaaagaa</w:t>
      </w:r>
      <w:proofErr w:type="spellEnd"/>
    </w:p>
    <w:p w14:paraId="3289C5B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ccttgctctt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ctggaacata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cgagggcaat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tcaccatttc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atcctctagc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tgataacaaa</w:t>
      </w:r>
      <w:proofErr w:type="spellEnd"/>
    </w:p>
    <w:p w14:paraId="6A71B8A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tttgcactga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cttgctttag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cactcaattt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gcttttgctt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gtcctgacgg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cgtaaaacac</w:t>
      </w:r>
      <w:proofErr w:type="spellEnd"/>
    </w:p>
    <w:p w14:paraId="27C5654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gnctatcagt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tacgtgccag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atcnntntca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cctaaactgt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tcatcagaca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agaggaagtt</w:t>
      </w:r>
      <w:proofErr w:type="spellEnd"/>
    </w:p>
    <w:p w14:paraId="5ACA949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caagaacttt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actctccaat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ttttcttatt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gttgcggcaa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tagtgtttat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aacactttgc</w:t>
      </w:r>
      <w:proofErr w:type="spellEnd"/>
    </w:p>
    <w:p w14:paraId="28B2D86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ttcacactca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aaagaaagac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agaatgattg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aactttcatt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aattgacttc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tatttgtgct</w:t>
      </w:r>
      <w:proofErr w:type="spellEnd"/>
    </w:p>
    <w:p w14:paraId="702554D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ttttagcctt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tctgttattc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cttgttttaa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ttatgcttat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tatcttttgg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ttctcacttg</w:t>
      </w:r>
      <w:proofErr w:type="spellEnd"/>
    </w:p>
    <w:p w14:paraId="633593E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aactgcaaga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tcataatgaa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acttgtcacg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cctaaacgaa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catgaaattt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cttgttttct</w:t>
      </w:r>
      <w:proofErr w:type="spellEnd"/>
    </w:p>
    <w:p w14:paraId="1976E04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taggaatcat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cacaactgta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gctgcatttc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accaagaatg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tagtttacag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tcatgtactc</w:t>
      </w:r>
      <w:proofErr w:type="spellEnd"/>
    </w:p>
    <w:p w14:paraId="0087C158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aacatcaacc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atatgtagtt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gatgacccgt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gtcctattca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cttctattct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aaatggtata</w:t>
      </w:r>
      <w:proofErr w:type="spellEnd"/>
    </w:p>
    <w:p w14:paraId="7310F88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ttagagtagg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agctagaaaa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tcagcacctt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taattgaatt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gtgcgtggat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gaggctggtt</w:t>
      </w:r>
      <w:proofErr w:type="spellEnd"/>
    </w:p>
    <w:p w14:paraId="6D1A34C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ctaaatcacc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cattcagtac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atcgatatcg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gtaattatac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agtttcctgt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ttacctttta</w:t>
      </w:r>
      <w:proofErr w:type="spellEnd"/>
    </w:p>
    <w:p w14:paraId="2168438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caattaattg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ccaggaacct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aaattgggta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gtcttgtagt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gcgttgttcg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ttctatgaag</w:t>
      </w:r>
      <w:proofErr w:type="spellEnd"/>
    </w:p>
    <w:p w14:paraId="37F2C47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actttttaga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gtatcatgac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gttcgtgttg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ttttagattt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catctaaacg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aacaaactta</w:t>
      </w:r>
      <w:proofErr w:type="spellEnd"/>
    </w:p>
    <w:p w14:paraId="7768EFA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aatgtctgat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aatggacccc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aaaatcagcg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aaatgcactc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cgcattacgt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ttggtggacc</w:t>
      </w:r>
      <w:proofErr w:type="spellEnd"/>
    </w:p>
    <w:p w14:paraId="0FC00B9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ctcagattca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actggcagta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accagaatgg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tggggcgcga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tcaaaacaac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gtcggcccca</w:t>
      </w:r>
      <w:proofErr w:type="spellEnd"/>
    </w:p>
    <w:p w14:paraId="5589021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aggtttaccc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aataatactg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cgtcttggtt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caccgctctc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actcaacatg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gcaaggaaga</w:t>
      </w:r>
      <w:proofErr w:type="spellEnd"/>
    </w:p>
    <w:p w14:paraId="0422C1BE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ccttaaattc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cctcgaggac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aaggcgttcc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aattaacacc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aatagcagtc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cagatgacca</w:t>
      </w:r>
      <w:proofErr w:type="spellEnd"/>
    </w:p>
    <w:p w14:paraId="446F5A22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aattggctac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taccgaagag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ctaccagacg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aattcgtggt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ggtgacggta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aaatgaaaga</w:t>
      </w:r>
      <w:proofErr w:type="spellEnd"/>
    </w:p>
    <w:p w14:paraId="7EE1A87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tctcagtcca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agatggtatt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tctactacct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aggaactggg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ccagaagctg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gacttcccta</w:t>
      </w:r>
      <w:proofErr w:type="spellEnd"/>
    </w:p>
    <w:p w14:paraId="3208961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tggtgctaac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aaagacggca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tcatatgggt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tgcaactgag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ggagccttga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atacaccaaa</w:t>
      </w:r>
      <w:proofErr w:type="spellEnd"/>
    </w:p>
    <w:p w14:paraId="0E73383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agatcacatt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ggcacccgca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caatgctgca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atcgtgctac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aacttcctca</w:t>
      </w:r>
      <w:proofErr w:type="spellEnd"/>
    </w:p>
    <w:p w14:paraId="753F73F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aggaacaaca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ttgccaaaag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gcttctacgc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agaagggagc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agaggcggca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gtcaagcctc</w:t>
      </w:r>
      <w:proofErr w:type="spellEnd"/>
    </w:p>
    <w:p w14:paraId="1E516FA1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ttctcgttcc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tcatcacgta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gtcgcaacag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ttcaagaaat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tcaactccag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gcagcagtaa</w:t>
      </w:r>
      <w:proofErr w:type="spellEnd"/>
    </w:p>
    <w:p w14:paraId="3534285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acgaacttct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cctgctagaa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tggctggcaa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tggcggtgat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gctgctcttg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ctttgctgct</w:t>
      </w:r>
      <w:proofErr w:type="spellEnd"/>
    </w:p>
    <w:p w14:paraId="2CFB611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gcttgacaga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ttgaaccagc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ttgagagcaa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aatgtctggt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aaaggccaac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aacaacaagg</w:t>
      </w:r>
      <w:proofErr w:type="spellEnd"/>
    </w:p>
    <w:p w14:paraId="42C7F1D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ccaaactgtc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actaagaaat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ctgctgctga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ggcttctaag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aagcctcggc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aaaaacgtac</w:t>
      </w:r>
      <w:proofErr w:type="spellEnd"/>
    </w:p>
    <w:p w14:paraId="0B959A14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tgccactaaa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gcatacaatg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taacacaagc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tttcggcaga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cgtggtccag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aacaaaccca</w:t>
      </w:r>
      <w:proofErr w:type="spellEnd"/>
    </w:p>
    <w:p w14:paraId="0544A3F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aggaaatttt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ggggaccagg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aactaatcag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acaaggaact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gattacaaac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attggccgca</w:t>
      </w:r>
      <w:proofErr w:type="spellEnd"/>
    </w:p>
    <w:p w14:paraId="35541FFD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aattgcacaa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tttgccccca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gcgcttcagc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gttcttcgga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atgtcgcgca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ttggcatgga</w:t>
      </w:r>
      <w:proofErr w:type="spellEnd"/>
    </w:p>
    <w:p w14:paraId="775C092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agtcacacct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tcgggaacgt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ggttgaccta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cacaggtgcc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atcaaattgg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atgacaaaga</w:t>
      </w:r>
      <w:proofErr w:type="spellEnd"/>
    </w:p>
    <w:p w14:paraId="20D7C149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tccaaatttc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aaagatcaag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tcattttgct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gaataagcat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attgacgcat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acaaaacatt</w:t>
      </w:r>
      <w:proofErr w:type="spellEnd"/>
    </w:p>
    <w:p w14:paraId="101ED647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cccaccaaca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gagcctaaaa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aggacaaaaa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gaagaaggct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gatgaaactc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aagccttacc</w:t>
      </w:r>
      <w:proofErr w:type="spellEnd"/>
    </w:p>
    <w:p w14:paraId="0A0F2395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gcagagacag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aagaaacagc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aaactgtgac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tcttcttcct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gctgcagatt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tggatgattt</w:t>
      </w:r>
      <w:proofErr w:type="spellEnd"/>
    </w:p>
    <w:p w14:paraId="01D4D10B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ctccaaacaa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ttgcaacaat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ccatgagccg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tgctgactca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actcaggcct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aaactcatgc</w:t>
      </w:r>
      <w:proofErr w:type="spellEnd"/>
    </w:p>
    <w:p w14:paraId="5C64322A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agaccacaca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aggcagatgg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gctatataaa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cgttttcgct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tttccgttta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cgatatatag</w:t>
      </w:r>
      <w:proofErr w:type="spellEnd"/>
    </w:p>
    <w:p w14:paraId="0AE564AF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tctactcttg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tgcagaatga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attctcgtaa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ctacatagca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caagtagatg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tagttaactt</w:t>
      </w:r>
      <w:proofErr w:type="spellEnd"/>
    </w:p>
    <w:p w14:paraId="1D543583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taatctcaca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tagcaatctt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taatcagtgt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gtaacattag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ggaggacttg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aaagagccac</w:t>
      </w:r>
      <w:proofErr w:type="spellEnd"/>
    </w:p>
    <w:p w14:paraId="4295B55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cacattttca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cctacagtga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acaatgctag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ggagagctgc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ctatatggaa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gagccctaat</w:t>
      </w:r>
      <w:proofErr w:type="spellEnd"/>
    </w:p>
    <w:p w14:paraId="045985EC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gtgtaaaatt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aattttagta</w:t>
      </w:r>
      <w:proofErr w:type="spellEnd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gtgctatcc</w:t>
      </w:r>
      <w:proofErr w:type="spellEnd"/>
    </w:p>
    <w:p w14:paraId="797369A0" w14:textId="77777777" w:rsidR="00085AD6" w:rsidRPr="00085AD6" w:rsidRDefault="00085AD6" w:rsidP="00085A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85AD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F3C217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D6"/>
    <w:rsid w:val="00027553"/>
    <w:rsid w:val="0004370C"/>
    <w:rsid w:val="00085AD6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546A4F"/>
  <w15:chartTrackingRefBased/>
  <w15:docId w15:val="{563D5EC7-5F93-2548-9EC9-22198B7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6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1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10878</Words>
  <Characters>62007</Characters>
  <Application>Microsoft Office Word</Application>
  <DocSecurity>0</DocSecurity>
  <Lines>516</Lines>
  <Paragraphs>145</Paragraphs>
  <ScaleCrop>false</ScaleCrop>
  <Company/>
  <LinksUpToDate>false</LinksUpToDate>
  <CharactersWithSpaces>72740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2023-03-04T11:15:00Z</dcterms:created>
  <dcterms:modified xsi:type="dcterms:W3CDTF">2023-03-04T11:17:00Z</dcterms:modified>
</cp:coreProperties>
</file>